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w:pict>
          <v:group id="组合 19" o:spid="_x0000_s1026" o:spt="203" style="position:absolute;left:0pt;margin-left:300.4pt;margin-top:219.95pt;height:142.3pt;width:158.05pt;z-index:251591680;mso-width-relative:page;mso-height-relative:page;" coordorigin="43299,1647" coordsize="19679,1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">
            <o:lock v:ext="edit"/>
            <v:shape id="_x0000_s1027" o:spid="_x0000_s1027" o:spt="202" type="#_x0000_t202" style="position:absolute;left:43299;top:1647;height:17717;width:7998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pStyle w:val="2"/>
                      <w:spacing w:before="0" w:beforeAutospacing="0" w:after="0" w:afterAutospacing="0" w:line="620" w:lineRule="exact"/>
                    </w:pPr>
                    <w:r>
                      <w:rPr>
                        <w:rFonts w:hint="eastAsia" w:hAnsi="微软雅黑" w:eastAsia="微软雅黑" w:cs="Times New Roman" w:asciiTheme="minorHAnsi"/>
                        <w:color w:val="FFFFFF"/>
                        <w:kern w:val="2"/>
                      </w:rPr>
                      <w:t>姓名：</w:t>
                    </w:r>
                  </w:p>
                  <w:p>
                    <w:pPr>
                      <w:pStyle w:val="2"/>
                      <w:spacing w:before="0" w:beforeAutospacing="0" w:after="0" w:afterAutospacing="0" w:line="620" w:lineRule="exact"/>
                    </w:pPr>
                    <w:r>
                      <w:rPr>
                        <w:rFonts w:hint="eastAsia" w:hAnsi="微软雅黑" w:eastAsia="微软雅黑" w:cs="Times New Roman" w:asciiTheme="minorHAnsi"/>
                        <w:color w:val="FFFFFF"/>
                        <w:kern w:val="2"/>
                      </w:rPr>
                      <w:t>现居：</w:t>
                    </w:r>
                  </w:p>
                  <w:p>
                    <w:pPr>
                      <w:pStyle w:val="2"/>
                      <w:spacing w:before="0" w:beforeAutospacing="0" w:after="0" w:afterAutospacing="0" w:line="620" w:lineRule="exact"/>
                    </w:pPr>
                    <w:r>
                      <w:rPr>
                        <w:rFonts w:hint="eastAsia" w:hAnsi="微软雅黑" w:eastAsia="微软雅黑" w:cs="Times New Roman" w:asciiTheme="minorHAnsi"/>
                        <w:color w:val="FFFFFF"/>
                        <w:kern w:val="2"/>
                      </w:rPr>
                      <w:t>手机：</w:t>
                    </w:r>
                  </w:p>
                  <w:p>
                    <w:pPr>
                      <w:pStyle w:val="2"/>
                      <w:spacing w:before="0" w:beforeAutospacing="0" w:after="0" w:afterAutospacing="0" w:line="620" w:lineRule="exact"/>
                    </w:pPr>
                    <w:r>
                      <w:rPr>
                        <w:rFonts w:hint="eastAsia" w:hAnsi="微软雅黑" w:eastAsia="微软雅黑" w:cs="Times New Roman" w:asciiTheme="minorHAnsi"/>
                        <w:color w:val="FFFFFF"/>
                        <w:kern w:val="2"/>
                      </w:rPr>
                      <w:t>邮箱：</w:t>
                    </w:r>
                  </w:p>
                </w:txbxContent>
              </v:textbox>
            </v:shape>
            <v:shape id="_x0000_s1028" o:spid="_x0000_s1028" o:spt="202" type="#_x0000_t202" style="position:absolute;left:49570;top:1647;height:17717;width:13408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pStyle w:val="2"/>
                      <w:spacing w:before="0" w:beforeAutospacing="0" w:after="0" w:afterAutospacing="0" w:line="620" w:lineRule="exact"/>
                      <w:jc w:val="both"/>
                      <w:rPr>
                        <w:rFonts w:hint="eastAsia" w:hAnsi="微软雅黑" w:eastAsia="微软雅黑" w:cs="Times New Roman" w:asciiTheme="minorHAnsi"/>
                        <w:color w:val="FFFFFF"/>
                        <w:kern w:val="2"/>
                      </w:rPr>
                    </w:pPr>
                    <w:r>
                      <w:rPr>
                        <w:rFonts w:hint="eastAsia" w:hAnsi="微软雅黑" w:eastAsia="微软雅黑" w:cs="Times New Roman" w:asciiTheme="minorHAnsi"/>
                        <w:color w:val="FFFFFF"/>
                        <w:kern w:val="2"/>
                      </w:rPr>
                      <w:t>幸运日</w:t>
                    </w:r>
                  </w:p>
                  <w:p>
                    <w:pPr>
                      <w:pStyle w:val="2"/>
                      <w:spacing w:before="0" w:beforeAutospacing="0" w:after="0" w:afterAutospacing="0" w:line="620" w:lineRule="exact"/>
                      <w:jc w:val="both"/>
                    </w:pPr>
                    <w:r>
                      <w:rPr>
                        <w:rFonts w:hint="eastAsia" w:hAnsi="微软雅黑" w:eastAsia="微软雅黑" w:cs="Times New Roman" w:asciiTheme="minorHAnsi"/>
                        <w:color w:val="FFFFFF"/>
                        <w:kern w:val="2"/>
                      </w:rPr>
                      <w:t>北京海淀</w:t>
                    </w:r>
                  </w:p>
                  <w:p>
                    <w:pPr>
                      <w:pStyle w:val="2"/>
                      <w:spacing w:before="0" w:beforeAutospacing="0" w:after="0" w:afterAutospacing="0" w:line="620" w:lineRule="exact"/>
                      <w:jc w:val="both"/>
                      <w:rPr>
                        <w:rFonts w:hint="eastAsia" w:eastAsia="微软雅黑"/>
                        <w:lang w:eastAsia="zh-CN"/>
                      </w:rPr>
                    </w:pPr>
                    <w:r>
                      <w:rPr>
                        <w:rFonts w:hAnsi="Calibri" w:eastAsia="微软雅黑" w:cs="Times New Roman" w:asciiTheme="minorHAnsi"/>
                        <w:color w:val="FFFFFF"/>
                        <w:kern w:val="2"/>
                      </w:rPr>
                      <w:t>152 0032 000</w:t>
                    </w:r>
                    <w:r>
                      <w:rPr>
                        <w:rFonts w:hint="eastAsia" w:hAnsi="Calibri" w:eastAsia="微软雅黑" w:cs="Times New Roman" w:asciiTheme="minorHAnsi"/>
                        <w:color w:val="FFFFFF"/>
                        <w:kern w:val="2"/>
                        <w:lang w:val="en-US" w:eastAsia="zh-CN"/>
                      </w:rPr>
                      <w:t>0</w:t>
                    </w:r>
                  </w:p>
                  <w:p>
                    <w:pPr>
                      <w:pStyle w:val="2"/>
                      <w:spacing w:before="0" w:beforeAutospacing="0" w:after="0" w:afterAutospacing="0" w:line="620" w:lineRule="exact"/>
                      <w:jc w:val="both"/>
                    </w:pPr>
                    <w:r>
                      <w:rPr>
                        <w:rFonts w:hAnsi="Calibri" w:cs="Times New Roman" w:asciiTheme="minorHAnsi" w:eastAsiaTheme="minorEastAsia"/>
                        <w:color w:val="FFFFFF"/>
                        <w:kern w:val="2"/>
                      </w:rPr>
                      <w:t>docer@qq.com</w:t>
                    </w:r>
                  </w:p>
                </w:txbxContent>
              </v:textbox>
            </v:shape>
          </v:group>
        </w:pict>
      </w:r>
      <w:r>
        <w:pict>
          <v:shape id="KSO_Shape" o:spid="_x0000_s1115" o:spt="100" style="position:absolute;left:0pt;margin-left:277.8pt;margin-top:268.75pt;height:11.85pt;width:6.9pt;z-index:251592704;v-text-anchor:middle;mso-width-relative:page;mso-height-relative:page;" stroked="f" coordsize="559792,955625" o:gfxdata="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" adj=",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<v:path o:connecttype="segments"/>
            <v:fill focussize="0,0"/>
            <v:stroke on="f" weight="1pt" joinstyle="miter"/>
            <v:imagedata o:title=""/>
            <o:lock v:ext="edit"/>
            <v:textbox inset="2.54mm,1.27mm,2.54mm,8.16463888888889mm"/>
          </v:shape>
        </w:pict>
      </w:r>
      <w:r>
        <w:pict>
          <v:shape id="_x0000_s1114" o:spid="_x0000_s1114" o:spt="100" style="position:absolute;left:0pt;margin-left:276pt;margin-top:299.8pt;height:10.85pt;width:10.85pt;z-index:251593728;v-text-anchor:middle;mso-width-relative:page;mso-height-relative:page;" stroked="f" coordsize="5581,5581" o:gfxdata="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" adj=",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<v:path o:connecttype="segments" o:connectlocs="@0,@0;@0,@0;@0,@0;@0,@0;@0,@0;@0,@0;@0,@0;@0,@0;@0,@0;@0,@0;@0,@0;@0,@0;@0,@0;@0,@0;@0,@0;@0,@0;@0,@0;@0,@0;@0,@0;@0,@0;@0,980940013;@0,@0;@0,@0;@0,@0;@0,@0;980940013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<v:fill focussize="0,0"/>
            <v:stroke on="f" joinstyle="round"/>
            <v:imagedata o:title=""/>
            <o:lock v:ext="edit"/>
          </v:shape>
        </w:pict>
      </w:r>
      <w:r>
        <w:pict>
          <v:shape id="_x0000_s1113" o:spid="_x0000_s1113" o:spt="100" style="position:absolute;left:0pt;margin-left:276pt;margin-top:329.65pt;height:11.25pt;width:10.85pt;z-index:251594752;v-text-anchor:middle;mso-width-relative:page;mso-height-relative:page;" stroked="f" coordsize="90,93" o:gfxdata="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" adj=",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<v:path o:connecttype="segments"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<v:fill focussize="0,0"/>
            <v:stroke on="f" joinstyle="round"/>
            <v:imagedata o:title=""/>
            <o:lock v:ext="edit"/>
          </v:shape>
        </w:pict>
      </w:r>
      <w:r>
        <w:pict>
          <v:shape id="_x0000_s1112" o:spid="_x0000_s1112" o:spt="100" style="position:absolute;left:0pt;margin-left:275.9pt;margin-top:236.2pt;height:13pt;width:10.25pt;z-index:251595776;v-text-anchor:middle;mso-width-relative:page;mso-height-relative:page;" stroked="f" coordsize="1679575,2125662" o:gfxdata="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" adj=",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<v:path o:connecttype="segments" o:connectlocs="39420,72387;50031,77878;49457,81097;48796,84956;50075,89058;71605,130250;68693,88198;69510,84008;68627,80568;71098,77525;81290,71902;90621,72409;97481,79179;103393,86765;108335,95188;112173,104604;114909,115035;116431,126568;111622,135102;96334,141651;80297,145863;63752,147671;46237,146877;28920,143283;12353,136998;0,129986;1191,117747;3661,106743;7323,96864;12088,88066;17890,80281;24640,73379;33155,66720;64490,397;71879,2406;78561,5938;84274,10773;88795,16690;91993,23534;93647,31107;93449,39850;90890,48592;86281,56231;79907,62391;70952,67248;64909,68838;58381,69279;51080,68330;44375,65923;38354,62259;32906,57114;28451,50491;25628,42918;24591,34639;25474,26802;28032,19649;32002,13268;37207,7903;43471,3797;50595,1081;58314,0" o:connectangles="0,0,0,0,0,0,0,0,0,0,0,0,0,0,0,0,0,0,0,0,0,0,0,0,0,0,0,0,0,0,0,0,0,0,0,0,0,0,0,0,0,0,0,0,0,0,0,0,0,0,0,0,0,0,0,0,0,0,0,0,0"/>
            <v:fill focussize="0,0"/>
            <v:stroke on="f" joinstyle="round"/>
            <v:imagedata o:title=""/>
            <o:lock v:ext="edit"/>
          </v:shape>
        </w:pict>
      </w:r>
      <w:r>
        <w:drawing>
          <wp:anchor distT="0" distB="0" distL="114300" distR="114300" simplePos="0" relativeHeight="251588608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-546100</wp:posOffset>
            </wp:positionV>
            <wp:extent cx="7559675" cy="5126990"/>
            <wp:effectExtent l="0" t="0" r="317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512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pPr>
        <w:widowControl/>
        <w:jc w:val="left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-612140</wp:posOffset>
            </wp:positionH>
            <wp:positionV relativeFrom="paragraph">
              <wp:posOffset>-378460</wp:posOffset>
            </wp:positionV>
            <wp:extent cx="1530985" cy="1530985"/>
            <wp:effectExtent l="0" t="0" r="0" b="0"/>
            <wp:wrapNone/>
            <wp:docPr id="71" name="图片 71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C:\Users\Administrator\Desktop\图片2.png图片2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0872" cy="1530872"/>
                    </a:xfrm>
                    <a:prstGeom prst="ellipse">
                      <a:avLst/>
                    </a:prstGeom>
                    <a:ln w="57150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pict>
          <v:line id="_x0000_s1111" o:spid="_x0000_s1111" o:spt="20" style="position:absolute;left:0pt;margin-left:-71.95pt;margin-top:219.1pt;height:0pt;width:170.25pt;z-index:251607040;mso-width-relative:page;mso-height-relative:page;" stroked="t" coordsize="21600,21600" o:gfxdata="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ARoV9bZAAAADAEAAA8AAAAA&#10;AAAAAQAgAAAAIgAAAGRycy9kb3ducmV2LnhtbFBLAQIUABQAAAAIAIdO4kCysjul2gEAAIMDAAAO&#10;AAAAAAAAAAEAIAAAACgBAABkcnMvZTJvRG9jLnhtbFBLBQYAAAAABgAGAFkBAAB0BQAAAAA=&#10;">
            <v:path arrowok="t"/>
            <v:fill focussize="0,0"/>
            <v:stroke color="#FFFFFF" joinstyle="miter"/>
            <v:imagedata o:title=""/>
            <o:lock v:ext="edit"/>
          </v:line>
        </w:pict>
      </w:r>
      <w:r>
        <w:pict>
          <v:line id="_x0000_s1110" o:spid="_x0000_s1110" o:spt="20" style="position:absolute;left:0pt;margin-left:-71.95pt;margin-top:249.25pt;height:0pt;width:170.25pt;z-index:251608064;mso-width-relative:page;mso-height-relative:page;" stroked="t" coordsize="21600,21600" o:gfxdata="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sKk7dkAAAAMAQAADwAAAAAA&#10;AAABACAAAAAiAAAAZHJzL2Rvd25yZXYueG1sUEsBAhQAFAAAAAgAh07iQJEDb5nZAQAAgwMAAA4A&#10;AAAAAAAAAQAgAAAAKAEAAGRycy9lMm9Eb2MueG1sUEsFBgAAAAAGAAYAWQEAAHMFAAAAAA==&#10;">
            <v:path arrowok="t"/>
            <v:fill focussize="0,0"/>
            <v:stroke color="#FFFFFF" joinstyle="miter"/>
            <v:imagedata o:title=""/>
            <o:lock v:ext="edit"/>
          </v:line>
        </w:pict>
      </w:r>
      <w:r>
        <w:pict>
          <v:line id="_x0000_s1109" o:spid="_x0000_s1109" o:spt="20" style="position:absolute;left:0pt;margin-left:-71.95pt;margin-top:279.4pt;height:0pt;width:170.25pt;z-index:251609088;mso-width-relative:page;mso-height-relative:page;" stroked="t" coordsize="21600,21600" o:gfxdata="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HOmOf2gAAAAwBAAAPAAAA&#10;AAAAAAEAIAAAACIAAABkcnMvZG93bnJldi54bWxQSwECFAAUAAAACACHTuJA9NCS3doBAACDAwAA&#10;DgAAAAAAAAABACAAAAApAQAAZHJzL2Uyb0RvYy54bWxQSwUGAAAAAAYABgBZAQAAdQUAAAAA&#10;">
            <v:path arrowok="t"/>
            <v:fill focussize="0,0"/>
            <v:stroke color="#FFFFFF" joinstyle="miter"/>
            <v:imagedata o:title=""/>
            <o:lock v:ext="edit"/>
          </v:line>
        </w:pict>
      </w:r>
      <w:r>
        <w:pict>
          <v:line id="_x0000_s1108" o:spid="_x0000_s1108" o:spt="20" style="position:absolute;left:0pt;margin-left:-71.95pt;margin-top:309.5pt;height:0pt;width:170.25pt;z-index:251610112;mso-width-relative:page;mso-height-relative:page;" stroked="t" coordsize="21600,21600" o:gfxdata="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E5940LZAAAADAEAAA8AAAAA&#10;AAAAAQAgAAAAIgAAAGRycy9kb3ducmV2LnhtbFBLAQIUABQAAAAIAIdO4kDXYcbh2gEAAIMDAAAO&#10;AAAAAAAAAAEAIAAAACgBAABkcnMvZTJvRG9jLnhtbFBLBQYAAAAABgAGAFkBAAB0BQAAAAA=&#10;">
            <v:path arrowok="t"/>
            <v:fill focussize="0,0"/>
            <v:stroke color="#FFFFFF" joinstyle="miter"/>
            <v:imagedata o:title=""/>
            <o:lock v:ext="edit"/>
          </v:line>
        </w:pict>
      </w:r>
      <w:r>
        <w:pict>
          <v:line id="_x0000_s1107" o:spid="_x0000_s1107" o:spt="20" style="position:absolute;left:0pt;margin-left:-71.95pt;margin-top:339.65pt;height:0pt;width:170.25pt;z-index:251611136;mso-width-relative:page;mso-height-relative:page;" stroked="t" coordsize="21600,21600" o:gfxdata="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b+rjHaAAAADAEAAA8AAAAA&#10;AAAAAQAgAAAAIgAAAGRycy9kb3ducmV2LnhtbFBLAQIUABQAAAAIAIdO4kBn+b1t2QEAAIMDAAAO&#10;AAAAAAAAAAEAIAAAACkBAABkcnMvZTJvRG9jLnhtbFBLBQYAAAAABgAGAFkBAAB0BQAAAAA=&#10;">
            <v:path arrowok="t"/>
            <v:fill focussize="0,0"/>
            <v:stroke color="#FFFFFF" joinstyle="miter"/>
            <v:imagedata o:title=""/>
            <o:lock v:ext="edit"/>
          </v:line>
        </w:pict>
      </w:r>
      <w:r>
        <w:pict>
          <v:line id="_x0000_s1106" o:spid="_x0000_s1106" o:spt="20" style="position:absolute;left:0pt;margin-left:-71.95pt;margin-top:369.8pt;height:0pt;width:170.25pt;z-index:251612160;mso-width-relative:page;mso-height-relative:page;" stroked="t" coordsize="21600,21600" o:gfxdata="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16Eeq2gAAAAwBAAAPAAAA&#10;AAAAAAEAIAAAACIAAABkcnMvZG93bnJldi54bWxQSwECFAAUAAAACACHTuJAREjpUdoBAACDAwAA&#10;DgAAAAAAAAABACAAAAApAQAAZHJzL2Uyb0RvYy54bWxQSwUGAAAAAAYABgBZAQAAdQUAAAAA&#10;">
            <v:path arrowok="t"/>
            <v:fill focussize="0,0"/>
            <v:stroke color="#FFFFFF" joinstyle="miter"/>
            <v:imagedata o:title=""/>
            <o:lock v:ext="edit"/>
          </v:line>
        </w:pict>
      </w:r>
      <w:r>
        <w:pict>
          <v:line id="_x0000_s1105" o:spid="_x0000_s1105" o:spt="20" style="position:absolute;left:0pt;margin-left:-71.95pt;margin-top:399.9pt;height:0pt;width:170.25pt;z-index:251613184;mso-width-relative:page;mso-height-relative:page;" stroked="t" coordsize="21600,21600" o:gfxdata="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9loRPZAAAADAEAAA8AAAAA&#10;AAAAAQAgAAAAIgAAAGRycy9kb3ducmV2LnhtbFBLAQIUABQAAAAIAIdO4kAZr6FV2gEAAIMDAAAO&#10;AAAAAAAAAAEAIAAAACgBAABkcnMvZTJvRG9jLnhtbFBLBQYAAAAABgAGAFkBAAB0BQAAAAA=&#10;">
            <v:path arrowok="t"/>
            <v:fill focussize="0,0"/>
            <v:stroke color="#FFFFFF" joinstyle="miter"/>
            <v:imagedata o:title=""/>
            <o:lock v:ext="edit"/>
          </v:line>
        </w:pict>
      </w:r>
      <w:r>
        <w:pict>
          <v:line id="_x0000_s1104" o:spid="_x0000_s1104" o:spt="20" style="position:absolute;left:0pt;margin-left:-71.95pt;margin-top:430.05pt;height:0pt;width:170.25pt;z-index:251614208;mso-width-relative:page;mso-height-relative:page;" stroked="t" coordsize="21600,21600" o:gfxdata="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AuNWjZAAAADAEAAA8AAAAA&#10;AAAAAQAgAAAAIgAAAGRycy9kb3ducmV2LnhtbFBLAQIUABQAAAAIAIdO4kB8fFwR2gEAAIMDAAAO&#10;AAAAAAAAAAEAIAAAACgBAABkcnMvZTJvRG9jLnhtbFBLBQYAAAAABgAGAFkBAAB0BQAAAAA=&#10;">
            <v:path arrowok="t"/>
            <v:fill focussize="0,0"/>
            <v:stroke color="#FFFFFF" joinstyle="miter"/>
            <v:imagedata o:title=""/>
            <o:lock v:ext="edit"/>
          </v:line>
        </w:pict>
      </w:r>
      <w:r>
        <w:pict>
          <v:line id="_x0000_s1103" o:spid="_x0000_s1103" o:spt="20" style="position:absolute;left:0pt;margin-left:-71.95pt;margin-top:189pt;height:0pt;width:170.25pt;z-index:251615232;mso-width-relative:page;mso-height-relative:page;" stroked="t" coordsize="21600,21600" o:gfxdata="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DpzoU2gAAAAwBAAAPAAAA&#10;AAAAAAEAIAAAACIAAABkcnMvZG93bnJldi54bWxQSwECFAAUAAAACACHTuJAX80ILdoBAACDAwAA&#10;DgAAAAAAAAABACAAAAApAQAAZHJzL2Uyb0RvYy54bWxQSwUGAAAAAAYABgBZAQAAdQUAAAAA&#10;">
            <v:path arrowok="t"/>
            <v:fill focussize="0,0"/>
            <v:stroke color="#FFFFFF" joinstyle="miter"/>
            <v:imagedata o:title=""/>
            <o:lock v:ext="edit"/>
          </v:line>
        </w:pict>
      </w:r>
      <w:r>
        <w:pict>
          <v:shape id="_x0000_s1102" o:spid="_x0000_s1102" o:spt="55" type="#_x0000_t55" style="position:absolute;left:0pt;margin-left:87pt;margin-top:199.5pt;height:10.05pt;width:4.65pt;z-index:251625472;v-text-anchor:middle;mso-width-relative:page;mso-height-relative:page;" fillcolor="#333F50" filled="t" stroked="f" coordsize="21600,21600" o:gfxdata="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BMbk3ZAAAACwEAAA8AAAAAAAAAAQAgAAAAIgAA&#10;AGRycy9kb3ducmV2LnhtbFBLAQIUABQAAAAIAIdO4kDMjA0uBwIAANoDAAAOAAAAAAAAAAEAIAAA&#10;ACgBAABkcnMvZTJvRG9jLnhtbFBLBQYAAAAABgAGAFkBAAChBQAAAAA=&#10;" adj="4719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_x0000_s1101" o:spid="_x0000_s1101" o:spt="55" type="#_x0000_t55" style="position:absolute;left:0pt;margin-left:87pt;margin-top:409.25pt;height:10.05pt;width:4.65pt;z-index:251626496;v-text-anchor:middle;mso-width-relative:page;mso-height-relative:page;" fillcolor="#333F50" filled="t" stroked="f" coordsize="21600,21600" o:gfxdata="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pIuSdkAAAALAQAADwAAAAAAAAABACAAAAAiAAAA&#10;ZHJzL2Rvd25yZXYueG1sUEsBAhQAFAAAAAgAh07iQCdswLMGAgAA2gMAAA4AAAAAAAAAAQAgAAAA&#10;KAEAAGRycy9lMm9Eb2MueG1sUEsFBgAAAAAGAAYAWQEAAKAFAAAAAA==&#10;" adj="4719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_x0000_s1100" o:spid="_x0000_s1100" o:spt="55" type="#_x0000_t55" style="position:absolute;left:0pt;margin-left:87pt;margin-top:229.45pt;height:10.05pt;width:4.65pt;z-index:251627520;v-text-anchor:middle;mso-width-relative:page;mso-height-relative:page;" fillcolor="#333F50" filled="t" stroked="f" coordsize="21600,21600" o:gfxdata="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EAty/2gAAAAsBAAAPAAAAAAAAAAEAIAAAACIA&#10;AABkcnMvZG93bnJldi54bWxQSwECFAAUAAAACACHTuJAExroVwcCAADaAwAADgAAAAAAAAABACAA&#10;AAApAQAAZHJzL2Uyb0RvYy54bWxQSwUGAAAAAAYABgBZAQAAogUAAAAA&#10;" adj="4719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_x0000_s1099" o:spid="_x0000_s1099" o:spt="55" type="#_x0000_t55" style="position:absolute;left:0pt;margin-left:87pt;margin-top:259.4pt;height:10.05pt;width:4.65pt;z-index:251628544;v-text-anchor:middle;mso-width-relative:page;mso-height-relative:page;" fillcolor="#333F50" filled="t" stroked="f" coordsize="21600,21600" o:gfxdata="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2WnIz9kAAAALAQAADwAAAAAAAAABACAAAAAiAAAA&#10;ZHJzL2Rvd25yZXYueG1sUEsBAhQAFAAAAAgAh07iQMrS9RkGAgAA2gMAAA4AAAAAAAAAAQAgAAAA&#10;KAEAAGRycy9lMm9Eb2MueG1sUEsFBgAAAAAGAAYAWQEAAKAFAAAAAA==&#10;" adj="4719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_x0000_s1098" o:spid="_x0000_s1098" o:spt="55" type="#_x0000_t55" style="position:absolute;left:0pt;margin-left:87pt;margin-top:289.4pt;height:10.05pt;width:4.65pt;z-index:251629568;v-text-anchor:middle;mso-width-relative:page;mso-height-relative:page;" fillcolor="#333F50" filled="t" stroked="f" coordsize="21600,21600" o:gfxdata="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lXrly2QAAAAsBAAAPAAAAAAAAAAEAIAAAACIAAABk&#10;cnMvZG93bnJldi54bWxQSwECFAAUAAAACACHTuJA/qTd/QUCAADaAwAADgAAAAAAAAABACAAAAAo&#10;AQAAZHJzL2Uyb0RvYy54bWxQSwUGAAAAAAYABgBZAQAAnwUAAAAA&#10;" adj="4719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_x0000_s1097" o:spid="_x0000_s1097" o:spt="55" type="#_x0000_t55" style="position:absolute;left:0pt;margin-left:87pt;margin-top:319.35pt;height:10.05pt;width:4.65pt;z-index:251630592;v-text-anchor:middle;mso-width-relative:page;mso-height-relative:page;" fillcolor="#333F50" filled="t" stroked="f" coordsize="21600,21600" o:gfxdata="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wiVYjaAAAACwEAAA8AAAAAAAAAAQAgAAAAIgAA&#10;AGRycy9kb3ducmV2LnhtbFBLAQIUABQAAAAIAIdO4kDjONQKBgIAANoDAAAOAAAAAAAAAAEAIAAA&#10;ACkBAABkcnMvZTJvRG9jLnhtbFBLBQYAAAAABgAGAFkBAAChBQAAAAA=&#10;" adj="4719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_x0000_s1096" o:spid="_x0000_s1096" o:spt="55" type="#_x0000_t55" style="position:absolute;left:0pt;margin-left:87pt;margin-top:349.3pt;height:10.05pt;width:4.65pt;z-index:251631616;v-text-anchor:middle;mso-width-relative:page;mso-height-relative:page;" fillcolor="#333F50" filled="t" stroked="f" coordsize="21600,21600" o:gfxdata="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+DIsraAAAACwEAAA8AAAAAAAAAAQAgAAAAIgAA&#10;AGRycy9kb3ducmV2LnhtbFBLAQIUABQAAAAIAIdO4kDXTvzuBgIAANoDAAAOAAAAAAAAAAEAIAAA&#10;ACkBAABkcnMvZTJvRG9jLnhtbFBLBQYAAAAABgAGAFkBAAChBQAAAAA=&#10;" adj="4719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_x0000_s1095" o:spid="_x0000_s1095" o:spt="55" type="#_x0000_t55" style="position:absolute;left:0pt;margin-left:87pt;margin-top:379.3pt;height:10.05pt;width:4.65pt;z-index:251632640;v-text-anchor:middle;mso-width-relative:page;mso-height-relative:page;" fillcolor="#333F50" filled="t" stroked="f" coordsize="21600,21600" o:gfxdata="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ga9Vr2gAAAAsBAAAPAAAAAAAAAAEAIAAAACIAAABk&#10;cnMvZG93bnJldi54bWxQSwECFAAUAAAACACHTuJAmAa2PwQCAADaAwAADgAAAAAAAAABACAAAAAp&#10;AQAAZHJzL2Uyb0RvYy54bWxQSwUGAAAAAAYABgBZAQAAnwUAAAAA&#10;" adj="4719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rect id="_x0000_s1094" o:spid="_x0000_s1094" o:spt="1" style="position:absolute;left:0pt;margin-left:-71.7pt;margin-top:-71.95pt;height:842.25pt;width:170.3pt;z-index:251598848;v-text-anchor:middle;mso-width-relative:page;mso-height-relative:page;" fillcolor="#F2F2F2" filled="t" stroked="f" coordsize="21600,21600" o:gfxdata="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kGaLjeAAAADgEAAA8AAAAAAAAAAQAgAAAAIgAAAGRycy9kb3ducmV2LnhtbFBL&#10;AQIUABQAAAAIAIdO4kAOtfgh8AEAALkDAAAOAAAAAAAAAAEAIAAAAC0BAABkcnMvZTJvRG9jLnht&#10;bFBLBQYAAAAABgAGAFkBAACPBQAAAAA=&#10;">
            <v:path/>
            <v:fill on="t" focussize="0,0"/>
            <v:stroke on="f" weight="1pt"/>
            <v:imagedata o:title=""/>
            <o:lock v:ext="edit"/>
          </v:rect>
        </w:pict>
      </w:r>
      <w:r>
        <w:pict>
          <v:rect id="_x0000_s1093" o:spid="_x0000_s1093" o:spt="1" style="position:absolute;left:0pt;margin-left:-77.35pt;margin-top:188.95pt;height:242.2pt;width:175.55pt;z-index:251599872;v-text-anchor:middle;mso-width-relative:page;mso-height-relative:page;" fillcolor="#EAEAEA" filled="t" stroked="f" coordsize="21600,21600" o:gfxdata="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WxmcSdsAAAAMAQAADwAAAAAA&#10;AAABACAAAAAiAAAAZHJzL2Rvd25yZXYueG1sUEsBAhQAFAAAAAgAh07iQNfnlFfXAQAAhwMAAA4A&#10;AAAAAAAAAQAgAAAAKgEAAGRycy9lMm9Eb2MueG1sUEsFBgAAAAAGAAYAWQEAAHMFAAAAAA==&#10;">
            <v:path/>
            <v:fill on="t" focussize="0,0"/>
            <v:stroke on="f" weight="1pt"/>
            <v:imagedata o:title=""/>
            <o:lock v:ext="edit"/>
          </v:rect>
        </w:pict>
      </w:r>
      <w:r>
        <w:pict>
          <v:shape id="文本框 12" o:spid="_x0000_s1092" o:spt="202" type="#_x0000_t202" style="position:absolute;left:0pt;margin-left:-71.75pt;margin-top:716.75pt;height:28.8pt;width:169.9pt;z-index:251600896;mso-width-relative:page;mso-height-relative:page;" filled="f" stroked="f" coordsize="21600,21600" o:gfxdata="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DFIc392QAAAA4BAAAPAAAAAAAA&#10;AAEAIAAAACIAAABkcnMvZG93bnJldi54bWxQSwECFAAUAAAACACHTuJAl4tmip8BAAAQAwAADgAA&#10;AAAAAAABACAAAAAoAQAAZHJzL2Uyb0RvYy54bWxQSwUGAAAAAAYABgBZAQAAOQU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432" w:lineRule="exact"/>
                    <w:jc w:val="center"/>
                  </w:pPr>
                  <w:r>
                    <w:rPr>
                      <w:rFonts w:ascii="Impact" w:hAnsi="Impact"/>
                      <w:color w:val="333F50"/>
                      <w:kern w:val="24"/>
                      <w:sz w:val="36"/>
                      <w:szCs w:val="36"/>
                    </w:rPr>
                    <w:t>PERSONAL RESUME</w:t>
                  </w:r>
                </w:p>
              </w:txbxContent>
            </v:textbox>
          </v:shape>
        </w:pict>
      </w:r>
      <w:r>
        <w:pict>
          <v:rect id="矩形 9" o:spid="_x0000_s1030" o:spt="1" style="position:absolute;left:0pt;margin-left:-71.75pt;margin-top:104.95pt;height:37.2pt;width:170.3pt;z-index:25160192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">
            <v:path/>
            <v:fill on="f" focussize="0,0"/>
            <v:stroke on="f"/>
            <v:imagedata o:title=""/>
            <o:lock v:ext="edit"/>
            <v:textbox style="mso-fit-shape-to-text:t;">
              <w:txbxContent>
                <w:p>
                  <w:pPr>
                    <w:pStyle w:val="2"/>
                    <w:spacing w:before="0" w:beforeAutospacing="0" w:after="0" w:afterAutospacing="0" w:line="600" w:lineRule="exact"/>
                    <w:jc w:val="center"/>
                  </w:pPr>
                  <w:r>
                    <w:rPr>
                      <w:rFonts w:hint="eastAsia" w:hAnsi="微软雅黑" w:eastAsia="微软雅黑"/>
                      <w:color w:val="333F50"/>
                      <w:kern w:val="24"/>
                      <w:sz w:val="44"/>
                      <w:szCs w:val="44"/>
                    </w:rPr>
                    <w:t>幸运日</w:t>
                  </w:r>
                </w:p>
              </w:txbxContent>
            </v:textbox>
          </v:rect>
        </w:pict>
      </w:r>
      <w:r>
        <w:pict>
          <v:rect id="_x0000_s1091" o:spid="_x0000_s1091" o:spt="1" style="position:absolute;left:0pt;margin-left:-71.7pt;margin-top:141.6pt;height:23.45pt;width:170.3pt;z-index:251602944;mso-width-relative:page;mso-height-relative:page;" filled="f" stroked="f" coordsize="21600,21600" o:gfxdata="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PMHXTHbAAAADAEAAA8AAAAAAAAAAQAgAAAAIgAAAGRycy9k&#10;b3ducmV2LnhtbFBLAQIUABQAAAAIAIdO4kCGTPm7jQEAAPkCAAAOAAAAAAAAAAEAIAAAACoBAABk&#10;cnMvZTJvRG9jLnhtbFBLBQYAAAAABgAGAFkBAAApBQAAAAA=&#10;">
            <v:path/>
            <v:fill on="f" focussize="0,0"/>
            <v:stroke on="f"/>
            <v:imagedata o:title=""/>
            <o:lock v:ext="edit"/>
            <v:textbox style="mso-fit-shape-to-text:t;">
              <w:txbxContent>
                <w:p>
                  <w:pPr>
                    <w:spacing w:line="320" w:lineRule="exact"/>
                    <w:jc w:val="center"/>
                  </w:pPr>
                  <w:r>
                    <w:rPr>
                      <w:rFonts w:hint="eastAsia" w:hAnsi="微软雅黑" w:eastAsia="微软雅黑" w:cs="Times New Roman"/>
                      <w:color w:val="333F50"/>
                      <w:kern w:val="24"/>
                    </w:rPr>
                    <w:t>求职意向：产品经理</w:t>
                  </w:r>
                </w:p>
              </w:txbxContent>
            </v:textbox>
          </v:rect>
        </w:pict>
      </w:r>
      <w:r>
        <w:pict>
          <v:shape id="文本框 2" o:spid="_x0000_s1090" o:spt="202" type="#_x0000_t202" style="position:absolute;left:0pt;margin-left:-42.1pt;margin-top:181.75pt;height:249.4pt;width:48.6pt;z-index:251603968;mso-width-relative:page;mso-height-relative:page;" filled="f" stroked="f" coordsize="21600,21600" o:gfxdata="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CaqUw2wAAAAoBAAAP&#10;AAAAAAAAAAEAIAAAACIAAABkcnMvZG93bnJldi54bWxQSwECFAAUAAAACACHTuJAJIbQ4hUCAAD3&#10;AwAADgAAAAAAAAABACAAAAAqAQAAZHJzL2Uyb0RvYy54bWxQSwUGAAAAAAYABgBZAQAAsQ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生日：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现居：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学历：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专业：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手机：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微信：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微博：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邮箱：</w:t>
                  </w:r>
                </w:p>
              </w:txbxContent>
            </v:textbox>
          </v:shape>
        </w:pict>
      </w:r>
      <w:r>
        <w:pict>
          <v:shape id="_x0000_s1089" o:spid="_x0000_s1089" o:spt="202" type="#_x0000_t202" style="position:absolute;left:0pt;margin-left:-0.8pt;margin-top:181.75pt;height:249.4pt;width:99.8pt;z-index:251604992;mso-width-relative:page;mso-height-relative:page;" filled="f" stroked="f" coordsize="21600,21600" o:gfxdata="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Fm6bY2wAAAAoBAAAP&#10;AAAAAAAAAAEAIAAAACIAAABkcnMvZG93bnJldi54bWxQSwECFAAUAAAACACHTuJAiaID2RUCAAD4&#10;AwAADgAAAAAAAAABACAAAAAqAQAAZHJzL2Uyb0RvYy54bWxQSwUGAAAAAAYABgBZAQAAsQ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600" w:lineRule="exact"/>
                  </w:pPr>
                  <w:r>
                    <w:rPr>
                      <w:rFonts w:hAnsi="Calibri" w:eastAsia="微软雅黑" w:cs="Times New Roman"/>
                      <w:color w:val="0D0D0D"/>
                      <w:sz w:val="22"/>
                    </w:rPr>
                    <w:t>1995.06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北京海淀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大学本科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视觉传达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Ansi="Calibri" w:eastAsia="微软雅黑" w:cs="Times New Roman"/>
                      <w:color w:val="0D0D0D"/>
                      <w:sz w:val="22"/>
                    </w:rPr>
                    <w:t>152 0032 0007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Ansi="Calibri" w:eastAsia="微软雅黑" w:cs="Times New Roman"/>
                      <w:color w:val="0D0D0D"/>
                      <w:sz w:val="22"/>
                    </w:rPr>
                    <w:t>Se7enPPT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 w:hAnsi="微软雅黑" w:eastAsia="微软雅黑" w:cs="Times New Roman"/>
                      <w:color w:val="0D0D0D"/>
                      <w:sz w:val="22"/>
                    </w:rPr>
                    <w:t>香瓜手榴弹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Ansi="Calibri" w:cs="Times New Roman"/>
                      <w:color w:val="0D0D0D"/>
                      <w:sz w:val="22"/>
                    </w:rPr>
                    <w:t>docer@qq.com</w:t>
                  </w:r>
                </w:p>
              </w:txbxContent>
            </v:textbox>
          </v:shape>
        </w:pict>
      </w:r>
      <w:r>
        <w:pict>
          <v:shape id="微信" o:spid="_x0000_s1088" o:spt="100" style="position:absolute;left:0pt;margin-left:-58.8pt;margin-top:349.2pt;height:9.45pt;width:9.75pt;z-index:251616256;mso-width-relative:page;mso-height-relative:page;" fillcolor="#333F50" filled="t" stroked="f" coordsize="969654,903534" o:gfxdata="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" adj="," path="m813088,487443c793206,487443,777088,503561,777088,523443c777088,543325,793206,559443,813088,559443c832970,559443,849088,543325,849088,523443c849088,503561,832970,487443,813088,487443xm606961,487443c587079,487443,570961,503561,570961,523443c570961,543325,587079,559443,606961,559443c626843,559443,642961,543325,642961,523443c642961,503561,626843,487443,606961,487443xm691345,336511c769490,335080,847112,364668,901758,422110c999759,525126,990612,681640,881173,774306l905846,903534,792422,824563c666952,867914,525982,820668,459770,713074c386891,594648,429055,444146,554971,373268c597384,349394,644458,337369,691345,336511xm547874,187267c518051,187267,493874,211444,493874,241267c493874,271090,518051,295267,547874,295267c577697,295267,601874,271090,601874,241267c601874,211444,577697,187267,547874,187267xm294449,187267c264626,187267,240449,211444,240449,241267c240449,271090,264626,295267,294449,295267c324272,295267,348449,271090,348449,241267c348449,211444,324272,187267,294449,187267xm408549,168c456533,-1113,505397,4870,553141,18800c730896,70663,843952,217556,840274,375462c754752,310337,632797,302687,535419,357502c409503,428380,367339,578882,440218,697308c450352,713775,462237,728829,478397,739559c442192,745523,404623,745773,366675,741395l245711,837584,214226,696474c11680,595442,-59861,368389,54436,189343c128564,73222,264598,4010,408549,168xe">
            <v:path o:connecttype="segments"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微博" o:spid="_x0000_s1087" o:spt="100" style="position:absolute;left:0pt;margin-left:-59.55pt;margin-top:378.75pt;height:9.45pt;width:10.5pt;z-index:251617280;mso-width-relative:page;mso-height-relative:page;" fillcolor="#333F50" filled="t" stroked="f" coordsize="684048,556307" o:gfxdata="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" adj="," path="m222901,383453c218315,383977,213613,385281,209039,387420c190739,395979,181407,414680,188193,429191c194980,443702,215317,448527,233616,439969c251915,431410,261248,412709,254461,398198c249371,387315,236659,381879,222901,383453xm284035,369073c281538,368297,278657,368441,275985,369691c270641,372190,268154,378164,270432,383034c272710,387904,278888,389825,284233,387325c289577,384826,292063,378852,289785,373982c288647,371547,286533,369850,284035,369073xm266604,297070c319078,300338,362309,335548,367763,383070c373996,437381,328527,487207,266205,494360c203883,501513,148308,463284,142074,408972c135841,354661,181310,304835,243632,297682c251423,296788,259108,296603,266604,297070xm297042,252387c283618,252176,269820,252839,255793,254449c143583,267328,59288,335880,67516,407566c75743,479252,173377,526925,285587,514046c397797,501168,482091,432615,473864,360929c466665,298204,391015,253864,297042,252387xm509416,97868c544841,99182,588107,127580,590257,183051c592352,199448,588214,215684,579852,229407l580228,229581c580244,229743,580186,229872,580126,230000l578707,232024c578590,232839,578192,233485,577787,234126l577385,233908c572286,241165,563167,244302,554750,241632l548315,238643c539522,233101,536249,221620,540834,211750l541088,211402,541243,211474c549302,193084,546794,175359,541863,165391c534763,151042,514479,135118,480142,145181l480025,144483c471706,144624,464282,140887,461009,134412l458966,128175c457496,119354,463572,110158,473636,106144l473571,105761c485121,99922,497817,97438,509416,97868xm286518,82088c376738,91976,317665,163994,337363,184000c387081,179119,437510,146098,486517,169358c533076,203014,494312,233925,501054,264835c649340,323962,585744,409170,562675,436725c354965,648778,45454,533772,10807,435328c-41075,330306,100878,89491,286518,82088xm489068,0c596753,0,684048,87296,684048,194980c684048,216847,680448,237874,672966,257215l672379,257003c668967,265617,657523,269364,645725,265916l637884,262819c627530,257587,621785,247890,624308,239644l623975,239524c629260,225659,631774,210613,631774,194980c631774,116165,567883,52274,489068,52274l469942,54202,469951,54239c469861,54366,469744,54397,469627,54427c460634,56697,450861,49439,446718,37636l444619,29323c442667,16995,447797,5987,456757,3699l456661,3267c467135,923,477994,0,489068,0xe">
            <v:path o:connecttype="segments"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_x0000_s1086" o:spid="_x0000_s1086" o:spt="100" style="position:absolute;left:0pt;margin-left:-57.25pt;margin-top:228.95pt;height:10.9pt;width:6.4pt;z-index:251618304;v-text-anchor:middle;mso-width-relative:page;mso-height-relative:page;" fillcolor="#333F50" filled="t" stroked="f" coordsize="559792,955625" o:gfxdata="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" adj=",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<v:path o:connecttype="segments"/>
            <v:fill on="t" focussize="0,0"/>
            <v:stroke on="f" weight="1pt" joinstyle="miter"/>
            <v:imagedata o:title=""/>
            <o:lock v:ext="edit"/>
            <v:textbox inset="2.54mm,1.27mm,2.54mm,8.16463888888889mm"/>
          </v:shape>
        </w:pict>
      </w:r>
      <w:r>
        <w:pict>
          <v:shape id="_x0000_s1085" o:spid="_x0000_s1085" o:spt="100" style="position:absolute;left:0pt;margin-left:-58.9pt;margin-top:319.2pt;height:10pt;width:10pt;z-index:251619328;v-text-anchor:middle;mso-width-relative:page;mso-height-relative:page;" fillcolor="#333F50" filled="t" stroked="f" coordsize="5581,5581" o:gfxdata="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" adj=",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<v:path o:connecttype="segments" o:connectlocs="@0,@0;@0,@0;@0,@0;@0,@0;@0,@0;@0,@0;@0,@0;@0,@0;@0,@0;@0,@0;@0,@0;@0,@0;@0,@0;@0,@0;@0,@0;@0,@0;@0,@0;@0,@0;@0,@0;@0,@0;@0,902141617;@0,@0;@0,@0;@0,@0;@0,@0;902141617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_x0000_s1084" o:spid="_x0000_s1084" o:spt="100" style="position:absolute;left:0pt;margin-left:-59.55pt;margin-top:199.3pt;height:9.95pt;width:10.6pt;z-index:251620352;v-text-anchor:middle;mso-width-relative:page;mso-height-relative:page;" fillcolor="#333F50" filled="t" stroked="f" coordsize="1993900,1873250" o:gfxdata="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" adj="," path="m195263,1631950l1766888,1631950,1766888,1663700,195263,1663700,195263,1631950xm195263,1539875l1766888,1539875,1766888,1570038,195263,1570038,195263,1539875xm1240155,603250l1357056,603250,1357056,1188182,1493838,1188182,1493838,1296988,1071563,1296988,1071563,1188182,1207550,1188182,1207550,820068,1201586,822053,1194826,824833,1180909,828407,1165402,831981,1148304,834760,1130809,837143,1111723,838732,1091842,839526,1071563,839923,1071563,738265,1080311,737073,1089456,735882,1097806,734294,1106156,732705,1114109,730720,1121664,728734,1129218,726352,1136376,723969,1143931,720792,1150690,718012,1156654,714438,1163016,711262,1168981,707688,1174945,704114,1180512,699746,1186079,695775,1191248,691407,1195621,686641,1200393,682273,1204767,677111,1208743,671551,1213117,666389,1216298,661227,1220274,655270,1223057,649314,1226636,643357,1229022,637003,1231407,630650,1234191,623899,1236179,617148,1240155,603250xm763507,603250l880806,603250,880806,1188182,1017588,1188182,1017588,1296988,595313,1296988,595313,1188182,731300,1188182,731300,820068,725336,822053,718576,824833,704659,828407,688754,831981,672054,834760,654161,837143,635473,838732,615592,839526,595313,839923,595313,738265,604061,737073,612809,735882,621159,734294,629906,732705,637859,730720,645414,728734,652968,726352,660126,723969,667283,720792,674042,718012,680404,714438,686766,711262,692731,707688,698695,704114,704262,699746,709431,695775,714600,691407,719371,686641,724143,682273,728119,677111,732493,671551,736469,666389,740048,661227,744024,655270,746807,649314,749988,643357,752772,637003,755157,630650,757941,623899,759929,617148,763507,603250xm252860,274637l243333,275431,233806,276622,224676,279003,216340,282178,207607,286147,199668,290909,192523,296465,185774,302815,179820,309562,174263,316706,169499,324644,165530,332581,162354,341312,159972,350837,158385,359965,157988,369490,157988,1619647,158385,1629569,159972,1639094,162354,1647825,165530,1656953,169499,1665288,174263,1672828,179820,1679972,185774,1686719,192523,1693069,199668,1698625,207607,1702991,216340,1707356,224676,1710531,233806,1712913,243333,1714103,252860,1714897,1741040,1714897,1750567,1714103,1759697,1712913,1769224,1710531,1777560,1707356,1785896,1702991,1794232,1698625,1801377,1693069,1808126,1686719,1813683,1679972,1819240,1672828,1824401,1665288,1828370,1656953,1831546,1647825,1833531,1639094,1835516,1629569,1835912,1619647,1835912,369490,1835516,359965,1833531,350837,1831546,341312,1828370,332581,1824401,324644,1819240,316706,1813683,309562,1808126,302815,1801377,296465,1794232,290909,1785896,286147,1777560,282178,1769224,279003,1759697,276622,1750567,275431,1741040,274637,1613221,274637,1613221,338931,1366316,338931,1366316,274637,596622,274637,596622,338931,349717,338931,349717,274637,252860,274637xm442207,0l565660,0,565660,116284,1397278,116284,1397278,215503,1397278,307975,1461188,307975,1461188,0,1551296,0,1551296,116284,1741040,116284,1754140,116681,1766446,117475,1779148,119062,1791851,121840,1804156,124222,1816065,127794,1827973,131762,1839088,136525,1850600,141684,1861318,147240,1872035,152797,1882356,159544,1892280,167084,1901807,174228,1911334,182165,1919670,190500,1928006,199231,1935945,208756,1943884,218281,1951029,228203,1957380,238125,1963732,249237,1968892,259953,1974052,271065,1978816,282575,1982389,294084,1985961,306387,1988740,318690,1991122,330994,1992709,344090,1993503,356790,1993900,369490,1993900,1619647,1993503,1632744,1992709,1645841,1991122,1658541,1988740,1670844,1985961,1682750,1982389,1695053,1978816,1706960,1974052,1718469,1968892,1729581,1963732,1740694,1957380,1751410,1951029,1761331,1943884,1771650,1935945,1780778,1928006,1789906,1919670,1799035,1911334,1807369,1901807,1815306,1892280,1822847,1882356,1829594,1872035,1836341,1861318,1842294,1850600,1848247,1839088,1853406,1827973,1857375,1816065,1861741,1804156,1864916,1791851,1868091,1779148,1870075,1766446,1871663,1754140,1872456,1741040,1873250,252860,1873250,239760,1872456,227058,1871663,214355,1870075,201653,1868091,189744,1864916,177835,1861741,165927,1857375,154018,1853406,143300,1848247,132186,1842294,121865,1836341,111147,1829594,101620,1822847,91696,1815306,82566,1807369,74230,1799035,65497,1789906,57558,1780778,50016,1771650,42871,1761331,36520,1751410,30168,1740694,24611,1729581,19848,1718469,15084,1706960,11115,1695053,7939,1682750,4763,1670844,2779,1658541,1191,1645841,0,1632744,0,1619647,0,369490,0,356790,1191,344090,2779,330994,4763,318690,7939,306387,11115,294084,15084,282575,19848,271065,24611,259953,30168,249237,36520,238125,42871,228203,50016,218281,57558,208756,65497,199231,74230,190500,82566,182165,91696,174228,101620,167084,111147,159544,121865,152797,132186,147240,143300,141684,154018,136525,165927,131762,177835,127794,189744,124222,201653,121840,214355,119062,227058,117475,239760,116681,252860,116284,380679,116284,380679,215503,380679,307975,442207,307975,442207,0xe">
            <v:path o:connecttype="segments" o:connectlocs="12606,99525;87614,38989;77962,76794;74137,53952;69747,47638;72904,46945;75471,45739;77499,44096;78963,41966;80067,38989;38434,83826;45494,53541;38434,54285;41181,47227;43928,46175;46136,44686;47779,42736;48934,40323;14505,18032;11609,20007;10225,23265;10687,107092;12891,109785;16325,110837;115301,110067;117787,107630;118530,23880;117454,20469;114763,18237;104153,21905;22578,17750;90211,13928;112405,7515;117249,8259;121529,10311;124988,13492;127449,17519;128653,22239;128551,107194;127116,111786;124476,115685;120862,118686;116480,120533;16325,121071;11481,120327;7175,118250;3716,115095;1281,111067;76,106373;179,21392;1588,16801;4228,12876;7867,9875;12250,8028;24577,7515" o:connectangles="0,0,0,0,0,0,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齿轮" o:spid="_x0000_s1083" o:spt="100" style="position:absolute;left:0pt;margin-left:-59.55pt;margin-top:289pt;height:10.4pt;width:10.95pt;z-index:251621376;mso-width-relative:page;mso-height-relative:page;" fillcolor="#333F50" filled="t" stroked="f" coordsize="2768,2768" o:gfxdata="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" adj="," path="m2583,1107c2359,1107,2359,1107,2359,1107c2337,1028,2306,953,2266,884c2427,722,2427,722,2427,722c2500,650,2500,532,2427,460c2296,329,2296,329,2296,329c2224,256,2106,256,2034,329c1870,493,1870,493,1870,493c1804,457,1734,429,1661,408c1661,184,1661,184,1661,184c1661,83,1578,0,1476,0c1292,0,1292,0,1292,0c1190,0,1107,83,1107,184c1107,408,1107,408,1107,408c1031,430,958,459,891,497c722,329,722,329,722,329c650,256,532,256,460,329c329,460,329,460,329,460c256,532,256,650,329,722c497,891,497,891,497,891c460,958,430,1031,408,1107c184,1107,184,1107,184,1107c83,1107,0,1190,0,1291c0,1476,0,1476,0,1476c0,1578,83,1661,184,1661c408,1661,408,1661,408,1661c429,1734,457,1804,493,1870c329,2034,329,2034,329,2034c256,2106,256,2224,329,2296c460,2427,460,2427,460,2427c532,2500,650,2500,722,2427c883,2266,883,2266,883,2266c953,2306,1028,2337,1107,2359c1107,2583,1107,2583,1107,2583c1107,2685,1190,2768,1292,2768c1476,2768,1476,2768,1476,2768c1578,2768,1661,2685,1661,2583c1661,2359,1661,2359,1661,2359c1737,2338,1809,2308,1877,2270c2034,2427,2034,2427,2034,2427c2106,2500,2224,2500,2296,2427c2427,2296,2427,2296,2427,2296c2500,2224,2500,2106,2427,2034c2270,1877,2270,1877,2270,1877c2308,1809,2338,1737,2359,1661c2583,1661,2583,1661,2583,1661c2685,1661,2768,1578,2768,1476c2768,1291,2768,1291,2768,1291c2768,1190,2685,1107,2583,1107xm1384,1937c1078,1937,830,1690,830,1384c830,1078,1078,830,1384,830c1689,830,1937,1078,1937,1384c1937,1690,1689,1937,1384,1937xm1384,1107c1231,1107,1107,1231,1107,1384c1107,1537,1231,1661,1384,1661c1537,1661,1661,1537,1661,1384c1661,1231,1537,1107,1384,1107xe">
            <v:path o:connecttype="segments" o:connectlocs="84182202,34374621;76881860,34374621;73850896,27449989;79098047,22419561;79098047,14283941;74828618,10216107;66289812,10216107;60944914,15308646;54133458,12669211;54133458,5713595;48104130,0;42107400,0;36078072,5713595;36078072,12669211;29038473,15432867;23530629,10216107;14991823,10216107;10722394,14283941;10722394,22419561;16197638,27667352;13297071,34374621;5996729,34374621;0,40088169;0,45832796;5996729,51577424;13297071,51577424;16067292,58067329;10722394,63159868;10722394,71295488;14991823,75363322;23530629,75363322;28777730,70363925;36078072,73251755;36078072,80207418;42107400,85952045;48104130,85952045;54133458,80207418;54133458,73251755;61173057,70488146;66289812,75363322;74828618,75363322;79098047,71295488;79098047,63159868;73981293,58284692;76881860,51577424;84182202,51577424;90211530,45832796;90211530,40088169;84182202,34374621;45105765,60147817;27050429,42976046;45105765,25773196;63128502,42976046;45105765,60147817;45105765,34374621;36078072,42976046;45105765,51577424;54133458,42976046;45105765,34374621" o:connectangles="0,0,0,0,0,0,0,0,0,0,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_x0000_s1082" o:spid="_x0000_s1082" o:spt="100" style="position:absolute;left:0pt;margin-left:-58.9pt;margin-top:408.05pt;height:10.35pt;width:10pt;z-index:251622400;v-text-anchor:middle;mso-width-relative:page;mso-height-relative:page;" fillcolor="#333F50" filled="t" stroked="f" coordsize="90,93" o:gfxdata="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" adj=",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<v:path o:connecttype="segments"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Freeform 142" o:spid="_x0000_s1081" o:spt="100" style="position:absolute;left:0pt;margin-left:-59.85pt;margin-top:260.4pt;height:8.5pt;width:12.15pt;z-index:251623424;mso-width-relative:page;mso-height-relative:page;" fillcolor="#333F50" filled="t" stroked="f" coordsize="263,184" o:gfxdata="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" adj=",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<v:path o:connecttype="segments" o:connectlocs="255,42;140,2;127,2;11,42;11,51;38,61;25,99;17,111;24,122;0,173;19,184;37,121;42,111;36,100;50,66;51,65;131,33;138,36;138,36;135,44;68,71;128,91;141,91;256,52;255,42;255,42;128,106;55,82;55,100;61,114;56,127;61,134;209,131;215,121;215,81;141,106;128,106;128,106;128,106;128,106" o:connectangles="0,0,0,0,0,0,0,0,0,0,0,0,0,0,0,0,0,0,0,0,0,0,0,0,0,0,0,0,0,0,0,0,0,0,0,0,0,0,0,0"/>
            <v:fill on="t" focussize="0,0"/>
            <v:stroke on="f" joinstyle="round"/>
            <v:imagedata o:title=""/>
            <o:lock v:ext="edit" aspectratio="t"/>
          </v:shape>
        </w:pict>
      </w:r>
      <w:r>
        <w:pict>
          <v:shape id="文本框 164" o:spid="_x0000_s1080" o:spt="202" type="#_x0000_t202" style="position:absolute;left:0pt;margin-left:125.3pt;margin-top:-2.6pt;height:79.2pt;width:357.8pt;z-index:251633664;mso-width-relative:page;mso-height-relative:page;" filled="f" stroked="f" coordsize="21600,21600" o:gfxdata="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fSNHjdcAAAAKAQAA&#10;DwAAAAAAAAABACAAAAAiAAAAZHJzL2Rvd25yZXYueG1sUEsBAhQAFAAAAAgAh07iQN1DuqyoAQAA&#10;HgMAAA4AAAAAAAAAAQAgAAAAJgEAAGRycy9lMm9Eb2MueG1sUEsFBgAAAAAGAAYAWQEAAEAFAAAA&#10;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2013.09 -- 2017.06           湖北工业大学            企业管理专业 / 本科</w:t>
                  </w:r>
                </w:p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2013.09 -- 2017.06           湖北工业大学            平面设计专业 / 选修</w:t>
                  </w:r>
                </w:p>
              </w:txbxContent>
            </v:textbox>
          </v:shape>
        </w:pict>
      </w:r>
      <w:r>
        <w:pict>
          <v:shape id="文本框 165" o:spid="_x0000_s1079" o:spt="202" type="#_x0000_t202" style="position:absolute;left:0pt;margin-left:155.65pt;margin-top:-35.75pt;height:24.25pt;width:103.4pt;z-index:251634688;mso-width-relative:page;mso-height-relative:page;" filled="f" stroked="f" coordsize="21600,21600" o:gfxdata="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wsJGq2AAAAAsBAAAPAAAAAAAA&#10;AAEAIAAAACIAAABkcnMvZG93bnJldi54bWxQSwECFAAUAAAACACHTuJAttiSS6ABAAASAwAADgAA&#10;AAAAAAABACAAAAAnAQAAZHJzL2Uyb0RvYy54bWxQSwUGAAAAAAYABgBZAQAAOQU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336" w:lineRule="exact"/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333F50"/>
                      <w:sz w:val="28"/>
                      <w:szCs w:val="28"/>
                    </w:rPr>
                    <w:t xml:space="preserve">教育背景 </w:t>
                  </w:r>
                </w:p>
              </w:txbxContent>
            </v:textbox>
          </v:shape>
        </w:pict>
      </w:r>
      <w:r>
        <w:pict>
          <v:shape id="文本框 169" o:spid="_x0000_s1078" o:spt="202" type="#_x0000_t202" style="position:absolute;left:0pt;margin-left:125.3pt;margin-top:108.9pt;height:235.2pt;width:357.8pt;z-index:251635712;mso-width-relative:page;mso-height-relative:page;" filled="f" stroked="f" coordsize="21600,21600" o:gfxdata="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yfA8q2AAAAAsB&#10;AAAPAAAAAAAAAAEAIAAAACIAAABkcnMvZG93bnJldi54bWxQSwECFAAUAAAACACHTuJAcgkiVKkB&#10;AAAeAwAADgAAAAAAAAABACAAAAAnAQAAZHJzL2Uyb0RvYy54bWxQSwUGAAAAAAYABgBZAQAAQgUA&#10;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after="120" w:line="360" w:lineRule="exact"/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333F50"/>
                      <w:sz w:val="22"/>
                    </w:rPr>
                    <w:t>2013.09 -- 2017.06         武汉云印网络科技有限公司         策划专员</w:t>
                  </w:r>
                </w:p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工作描述：</w:t>
                  </w:r>
                </w:p>
                <w:p>
                  <w:pPr>
                    <w:widowControl/>
                    <w:numPr>
                      <w:ilvl w:val="0"/>
                      <w:numId w:val="1"/>
                    </w:numPr>
                    <w:spacing w:line="360" w:lineRule="exact"/>
                    <w:jc w:val="left"/>
                    <w:rPr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项目进行期，能够制定短期目标，引导团队成员完成各项任务，来进行项目进度管理；</w:t>
                  </w:r>
                </w:p>
                <w:p>
                  <w:pPr>
                    <w:widowControl/>
                    <w:numPr>
                      <w:ilvl w:val="0"/>
                      <w:numId w:val="1"/>
                    </w:numPr>
                    <w:spacing w:line="360" w:lineRule="exact"/>
                    <w:jc w:val="left"/>
                    <w:rPr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负责项目的推广，内测期利用微博与讲座结合获得310客户；</w:t>
                  </w:r>
                </w:p>
                <w:p>
                  <w:pPr>
                    <w:spacing w:after="120" w:line="360" w:lineRule="exact"/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333F50"/>
                      <w:sz w:val="22"/>
                    </w:rPr>
                    <w:t>2013.09 -- 2017.06         武汉云印网络科技有限公司         策划总监</w:t>
                  </w:r>
                </w:p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工作描述：</w:t>
                  </w:r>
                </w:p>
                <w:p>
                  <w:pPr>
                    <w:widowControl/>
                    <w:numPr>
                      <w:ilvl w:val="0"/>
                      <w:numId w:val="2"/>
                    </w:numPr>
                    <w:spacing w:line="360" w:lineRule="exact"/>
                    <w:jc w:val="left"/>
                    <w:rPr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项目进行期，能够制定短期目标，引导团队成员完成各项任务，来进行项目进度管理；</w:t>
                  </w:r>
                </w:p>
                <w:p>
                  <w:pPr>
                    <w:widowControl/>
                    <w:numPr>
                      <w:ilvl w:val="0"/>
                      <w:numId w:val="2"/>
                    </w:numPr>
                    <w:spacing w:line="360" w:lineRule="exact"/>
                    <w:jc w:val="left"/>
                    <w:rPr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善用目标激励与情感激励，参赛小组至今仍保持团队文化。</w:t>
                  </w:r>
                </w:p>
              </w:txbxContent>
            </v:textbox>
          </v:shape>
        </w:pict>
      </w:r>
      <w:r>
        <w:pict>
          <v:shape id="文本框 171" o:spid="_x0000_s1077" o:spt="202" type="#_x0000_t202" style="position:absolute;left:0pt;margin-left:155.65pt;margin-top:75.8pt;height:24.25pt;width:103.4pt;z-index:251636736;mso-width-relative:page;mso-height-relative:page;" filled="f" stroked="f" coordsize="21600,21600" o:gfxdata="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MscV2tYAAAALAQAADwAAAAAAAAAB&#10;ACAAAAAiAAAAZHJzL2Rvd25yZXYueG1sUEsBAhQAFAAAAAgAh07iQNP5ulWgAQAAEgMAAA4AAAAA&#10;AAAAAQAgAAAAJQEAAGRycy9lMm9Eb2MueG1sUEsFBgAAAAAGAAYAWQEAADcF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336" w:lineRule="exact"/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333F50"/>
                      <w:sz w:val="28"/>
                      <w:szCs w:val="28"/>
                    </w:rPr>
                    <w:t>工作经历</w:t>
                  </w:r>
                </w:p>
              </w:txbxContent>
            </v:textbox>
          </v:shape>
        </w:pict>
      </w:r>
      <w:r>
        <w:pict>
          <v:shape id="文本框 184" o:spid="_x0000_s1076" o:spt="202" type="#_x0000_t202" style="position:absolute;left:0pt;margin-left:125.3pt;margin-top:396.15pt;height:139.2pt;width:357.8pt;z-index:251637760;mso-width-relative:page;mso-height-relative:page;" filled="f" stroked="f" coordsize="21600,21600" o:gfxdata="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c5jAC2AAAAAwB&#10;AAAPAAAAAAAAAAEAIAAAACIAAABkcnMvZG93bnJldi54bWxQSwECFAAUAAAACACHTuJALpQhnakB&#10;AAAeAwAADgAAAAAAAAABACAAAAAnAQAAZHJzL2Uyb0RvYy54bWxQSwUGAAAAAAYABgBZAQAAQgUA&#10;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after="120" w:line="360" w:lineRule="exact"/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333F50"/>
                      <w:sz w:val="22"/>
                    </w:rPr>
                    <w:t>2013.09 -- 2017.06         湖工工程院会计系办公室            行政助理</w:t>
                  </w:r>
                </w:p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工作描述：</w:t>
                  </w:r>
                </w:p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内务支持：  负责收发传真复印、扫描文档、收发信件、文件、快递等；</w:t>
                  </w:r>
                </w:p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活动支持：  负责学校员工活动，各会议安排、组织、文体活动安排等；</w:t>
                  </w:r>
                </w:p>
              </w:txbxContent>
            </v:textbox>
          </v:shape>
        </w:pict>
      </w:r>
      <w:r>
        <w:pict>
          <v:shape id="文本框 185" o:spid="_x0000_s1075" o:spt="202" type="#_x0000_t202" style="position:absolute;left:0pt;margin-left:155.65pt;margin-top:363.05pt;height:24.25pt;width:103.4pt;z-index:251638784;mso-width-relative:page;mso-height-relative:page;" filled="f" stroked="f" coordsize="21600,21600" o:gfxdata="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EUXdbnYAAAACwEAAA8AAAAAAAAA&#10;AQAgAAAAIgAAAGRycy9kb3ducmV2LnhtbFBLAQIUABQAAAAIAIdO4kCroajwnwEAABIDAAAOAAAA&#10;AAAAAAEAIAAAACcBAABkcnMvZTJvRG9jLnhtbFBLBQYAAAAABgAGAFkBAAA4BQAA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336" w:lineRule="exact"/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333F50"/>
                      <w:sz w:val="28"/>
                      <w:szCs w:val="28"/>
                    </w:rPr>
                    <w:t>校内实践</w:t>
                  </w:r>
                </w:p>
              </w:txbxContent>
            </v:textbox>
          </v:shape>
        </w:pict>
      </w:r>
      <w:r>
        <w:pict>
          <v:shape id="文本框 188" o:spid="_x0000_s1074" o:spt="202" type="#_x0000_t202" style="position:absolute;left:0pt;margin-left:125.3pt;margin-top:550.1pt;height:61.2pt;width:357.8pt;z-index:251639808;mso-width-relative:page;mso-height-relative:page;" filled="f" stroked="f" coordsize="21600,21600" o:gfxdata="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GbBn5rYAAAADQEA&#10;AA8AAAAAAAAAAQAgAAAAIgAAAGRycy9kb3ducmV2LnhtbFBLAQIUABQAAAAIAIdO4kAWsynVqAEA&#10;AB0DAAAOAAAAAAAAAAEAIAAAACcBAABkcnMvZTJvRG9jLnhtbFBLBQYAAAAABgAGAFkBAABBBQAA&#10;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通用技能证书：  英语四级证书、普通话二级甲等证书、机动车驾驶证</w:t>
                  </w:r>
                </w:p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专业技能证书：  Adobe认证设计师资质，WPS年度最佳设计师</w:t>
                  </w:r>
                </w:p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活动荣誉奖励：  2014年湖北省创青春创业计划移动专项赛银奖</w:t>
                  </w:r>
                </w:p>
              </w:txbxContent>
            </v:textbox>
          </v:shape>
        </w:pict>
      </w:r>
      <w:r>
        <w:pict>
          <v:shape id="文本框 189" o:spid="_x0000_s1073" o:spt="202" type="#_x0000_t202" style="position:absolute;left:0pt;margin-left:155.65pt;margin-top:517pt;height:24.25pt;width:103.4pt;z-index:251640832;mso-width-relative:page;mso-height-relative:page;" filled="f" stroked="f" coordsize="21600,21600" o:gfxdata="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yFmNo2AAAAA0BAAAPAAAAAAAA&#10;AAEAIAAAACIAAABkcnMvZG93bnJldi54bWxQSwECFAAUAAAACACHTuJACDmAY6ABAAASAwAADgAA&#10;AAAAAAABACAAAAAnAQAAZHJzL2Uyb0RvYy54bWxQSwUGAAAAAAYABgBZAQAAOQU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336" w:lineRule="exact"/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333F50"/>
                      <w:sz w:val="28"/>
                      <w:szCs w:val="28"/>
                    </w:rPr>
                    <w:t>证书奖励</w:t>
                  </w:r>
                </w:p>
              </w:txbxContent>
            </v:textbox>
          </v:shape>
        </w:pict>
      </w:r>
      <w:r>
        <w:pict>
          <v:line id="_x0000_s1072" o:spid="_x0000_s1072" o:spt="20" style="position:absolute;left:0pt;margin-left:131.05pt;margin-top:-7.05pt;height:0pt;width:341.45pt;z-index:251641856;mso-width-relative:page;mso-height-relative:page;" stroked="t" coordsize="21600,21600" o:gfxdata="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3s&#10;KU/ZAAAACwEAAA8AAAAAAAAAAQAgAAAAIgAAAGRycy9kb3ducmV2LnhtbFBLAQIUABQAAAAIAIdO&#10;4kArVxHj6QEAAKUDAAAOAAAAAAAAAAEAIAAAACgBAABkcnMvZTJvRG9jLnhtbFBLBQYAAAAABgAG&#10;AFkBAACDBQAAAAA=&#10;">
            <v:path arrowok="t"/>
            <v:fill focussize="0,0"/>
            <v:stroke weight="1pt" color="#A6A6A6" joinstyle="miter"/>
            <v:imagedata o:title=""/>
            <o:lock v:ext="edit"/>
          </v:line>
        </w:pict>
      </w:r>
      <w:r>
        <w:pict>
          <v:line id="_x0000_s1071" o:spid="_x0000_s1071" o:spt="20" style="position:absolute;left:0pt;margin-left:131.05pt;margin-top:104.45pt;height:0pt;width:341.45pt;z-index:251642880;mso-width-relative:page;mso-height-relative:page;" stroked="t" coordsize="21600,21600" o:gfxdata="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cM1eddoAAAALAQAADwAAAAAAAAABACAAAAAiAAAAZHJzL2Rvd25yZXYueG1sUEsBAhQAFAAAAAgA&#10;h07iQC/B0QPqAQAApQMAAA4AAAAAAAAAAQAgAAAAKQEAAGRycy9lMm9Eb2MueG1sUEsFBgAAAAAG&#10;AAYAWQEAAIUFAAAAAA==&#10;">
            <v:path arrowok="t"/>
            <v:fill focussize="0,0"/>
            <v:stroke weight="1pt" color="#A6A6A6" joinstyle="miter"/>
            <v:imagedata o:title=""/>
            <o:lock v:ext="edit"/>
          </v:line>
        </w:pict>
      </w:r>
      <w:r>
        <w:pict>
          <v:line id="_x0000_s1070" o:spid="_x0000_s1070" o:spt="20" style="position:absolute;left:0pt;margin-left:131.05pt;margin-top:391.7pt;height:0pt;width:341.45pt;z-index:251643904;mso-width-relative:page;mso-height-relative:page;" stroked="t" coordsize="21600,21600" o:gfxdata="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2o7rDaAAAACwEAAA8AAAAAAAAAAQAgAAAAIgAAAGRycy9kb3ducmV2LnhtbFBLAQIUABQAAAAI&#10;AIdO4kBYKuxm6wEAAKUDAAAOAAAAAAAAAAEAIAAAACkBAABkcnMvZTJvRG9jLnhtbFBLBQYAAAAA&#10;BgAGAFkBAACGBQAAAAA=&#10;">
            <v:path arrowok="t"/>
            <v:fill focussize="0,0"/>
            <v:stroke weight="1pt" color="#A6A6A6" joinstyle="miter"/>
            <v:imagedata o:title=""/>
            <o:lock v:ext="edit"/>
          </v:line>
        </w:pict>
      </w:r>
      <w:r>
        <w:pict>
          <v:line id="_x0000_s1069" o:spid="_x0000_s1069" o:spt="20" style="position:absolute;left:0pt;margin-left:131.05pt;margin-top:545.7pt;height:0pt;width:341.45pt;z-index:251644928;mso-width-relative:page;mso-height-relative:page;" stroked="t" coordsize="21600,21600" o:gfxdata="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rqgetoAAAANAQAADwAAAAAAAAABACAAAAAiAAAAZHJzL2Rvd25yZXYueG1sUEsBAhQAFAAAAAgA&#10;h07iQMEXqsnqAQAApQMAAA4AAAAAAAAAAQAgAAAAKQEAAGRycy9lMm9Eb2MueG1sUEsFBgAAAAAG&#10;AAYAWQEAAIUFAAAAAA==&#10;">
            <v:path arrowok="t"/>
            <v:fill focussize="0,0"/>
            <v:stroke weight="1pt" color="#A6A6A6" joinstyle="miter"/>
            <v:imagedata o:title=""/>
            <o:lock v:ext="edit"/>
          </v:line>
        </w:pict>
      </w:r>
      <w:r>
        <w:pict>
          <v:line id="_x0000_s1068" o:spid="_x0000_s1068" o:spt="20" style="position:absolute;left:0pt;margin-left:131.05pt;margin-top:675.4pt;height:0pt;width:341.45pt;z-index:251645952;mso-width-relative:page;mso-height-relative:page;" stroked="t" coordsize="21600,21600" o:gfxdata="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EieGtkAAAANAQAADwAAAAAAAAABACAAAAAiAAAAZHJzL2Rvd25yZXYueG1sUEsBAhQAFAAAAAgA&#10;h07iQLb8l6zrAQAApQMAAA4AAAAAAAAAAQAgAAAAKAEAAGRycy9lMm9Eb2MueG1sUEsFBgAAAAAG&#10;AAYAWQEAAIUFAAAAAA==&#10;">
            <v:path arrowok="t"/>
            <v:fill focussize="0,0"/>
            <v:stroke weight="1pt" color="#A6A6A6" joinstyle="miter"/>
            <v:imagedata o:title=""/>
            <o:lock v:ext="edit"/>
          </v:line>
        </w:pict>
      </w:r>
      <w:r>
        <w:pict>
          <v:shape id="文本框 193" o:spid="_x0000_s1067" o:spt="202" type="#_x0000_t202" style="position:absolute;left:0pt;margin-left:125.3pt;margin-top:679.8pt;height:61.2pt;width:357.8pt;z-index:251646976;mso-width-relative:page;mso-height-relative:page;" filled="f" stroked="f" coordsize="21600,21600" o:gfxdata="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DM/9zNkAAAAN&#10;AQAADwAAAAAAAAABACAAAAAiAAAAZHJzL2Rvd25yZXYueG1sUEsBAhQAFAAAAAgAh07iQDQ2TxSp&#10;AQAAHQMAAA4AAAAAAAAAAQAgAAAAKAEAAGRycy9lMm9Eb2MueG1sUEsFBgAAAAAGAAYAWQEAAEMF&#10;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360" w:lineRule="exact"/>
                  </w:pPr>
                  <w:r>
                    <w:rPr>
                      <w:rFonts w:hint="eastAsia" w:ascii="微软雅黑" w:hAnsi="微软雅黑" w:eastAsia="微软雅黑"/>
                      <w:color w:val="000000"/>
                      <w:sz w:val="22"/>
                    </w:rPr>
                    <w:t>良好的公共关系意识，善于沟通，具备活动策划和组织协调能力。良好的心态和责任感，吃苦耐劳，擅于管理时间，勇于面对变化和挑战。良好的学习能力，习惯制定切实可行的学习计划，勤于学习能不断提高。</w:t>
                  </w:r>
                </w:p>
              </w:txbxContent>
            </v:textbox>
          </v:shape>
        </w:pict>
      </w:r>
      <w:r>
        <w:pict>
          <v:shape id="文本框 194" o:spid="_x0000_s1066" o:spt="202" type="#_x0000_t202" style="position:absolute;left:0pt;margin-left:155.65pt;margin-top:646.75pt;height:24.25pt;width:103.4pt;z-index:251648000;mso-width-relative:page;mso-height-relative:page;" filled="f" stroked="f" coordsize="21600,21600" o:gfxdata="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IGLuUjZAAAADQEAAA8AAAAA&#10;AAAAAQAgAAAAIgAAAGRycy9kb3ducmV2LnhtbFBLAQIUABQAAAAIAIdO4kBUQ3pwoQEAABIDAAAO&#10;AAAAAAAAAAEAIAAAACgBAABkcnMvZTJvRG9jLnhtbFBLBQYAAAAABgAGAFkBAAA7BQAA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336" w:lineRule="exact"/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333F50"/>
                      <w:sz w:val="28"/>
                      <w:szCs w:val="28"/>
                    </w:rPr>
                    <w:t>自我评价</w:t>
                  </w:r>
                </w:p>
              </w:txbxContent>
            </v:textbox>
          </v:shape>
        </w:pict>
      </w:r>
      <w:r>
        <w:pict>
          <v:rect id="_x0000_s1065" o:spid="_x0000_s1065" o:spt="1" style="position:absolute;left:0pt;margin-left:131.05pt;margin-top:-33.65pt;height:22.45pt;width:22.45pt;z-index:251649024;v-text-anchor:middle;mso-width-relative:page;mso-height-relative:page;" fillcolor="#333F50" filled="t" stroked="f" coordsize="21600,21600" o:gfxdata="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MQFBa2QAAAAsBAAAPAAAAAAAAAAEA&#10;IAAAACIAAABkcnMvZG93bnJldi54bWxQSwECFAAUAAAACACHTuJAlj5sRNUBAACHAwAADgAAAAAA&#10;AAABACAAAAAoAQAAZHJzL2Uyb0RvYy54bWxQSwUGAAAAAAYABgBZAQAAbwUAAAAA&#10;">
            <v:path/>
            <v:fill on="t" focussize="0,0"/>
            <v:stroke on="f" weight="1pt"/>
            <v:imagedata o:title=""/>
            <o:lock v:ext="edit"/>
          </v:rect>
        </w:pict>
      </w:r>
      <w:r>
        <w:pict>
          <v:rect id="_x0000_s1064" o:spid="_x0000_s1064" o:spt="1" style="position:absolute;left:0pt;margin-left:131.05pt;margin-top:77.65pt;height:22.45pt;width:22.45pt;z-index:251650048;v-text-anchor:middle;mso-width-relative:page;mso-height-relative:page;" fillcolor="#333F50" filled="t" stroked="f" coordsize="21600,21600" o:gfxdata="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I9OBdHXAAAACwEAAA8AAAAAAAAAAQAg&#10;AAAAIgAAAGRycy9kb3ducmV2LnhtbFBLAQIUABQAAAAIAIdO4kDOZXTe1gEAAIcDAAAOAAAAAAAA&#10;AAEAIAAAACYBAABkcnMvZTJvRG9jLnhtbFBLBQYAAAAABgAGAFkBAABuBQAAAAA=&#10;">
            <v:path/>
            <v:fill on="t" focussize="0,0"/>
            <v:stroke on="f" weight="1pt"/>
            <v:imagedata o:title=""/>
            <o:lock v:ext="edit"/>
          </v:rect>
        </w:pict>
      </w:r>
      <w:r>
        <w:pict>
          <v:rect id="_x0000_s1063" o:spid="_x0000_s1063" o:spt="1" style="position:absolute;left:0pt;margin-left:131.05pt;margin-top:362.25pt;height:22.45pt;width:22.45pt;z-index:251651072;v-text-anchor:middle;mso-width-relative:page;mso-height-relative:page;" fillcolor="#333F50" filled="t" stroked="f" coordsize="21600,21600" o:gfxdata="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QowsV9kAAAALAQAADwAAAAAAAAAB&#10;ACAAAAAiAAAAZHJzL2Rvd25yZXYueG1sUEsBAhQAFAAAAAgAh07iQGeOLavWAQAAhwMAAA4AAAAA&#10;AAAAAQAgAAAAKAEAAGRycy9lMm9Eb2MueG1sUEsFBgAAAAAGAAYAWQEAAHAFAAAAAA==&#10;">
            <v:path/>
            <v:fill on="t" focussize="0,0"/>
            <v:stroke on="f" weight="1pt"/>
            <v:imagedata o:title=""/>
            <o:lock v:ext="edit"/>
          </v:rect>
        </w:pict>
      </w:r>
      <w:r>
        <w:pict>
          <v:rect id="_x0000_s1062" o:spid="_x0000_s1062" o:spt="1" style="position:absolute;left:0pt;margin-left:131.05pt;margin-top:514.95pt;height:22.45pt;width:22.45pt;z-index:251652096;v-text-anchor:middle;mso-width-relative:page;mso-height-relative:page;" fillcolor="#333F50" filled="t" stroked="f" coordsize="21600,21600" o:gfxdata="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Ne+fvjaAAAADQEAAA8AAAAAAAAA&#10;AQAgAAAAIgAAAGRycy9kb3ducmV2LnhtbFBLAQIUABQAAAAIAIdO4kA/1TUx1gEAAIcDAAAOAAAA&#10;AAAAAAEAIAAAACkBAABkcnMvZTJvRG9jLnhtbFBLBQYAAAAABgAGAFkBAABxBQAAAAA=&#10;">
            <v:path/>
            <v:fill on="t" focussize="0,0"/>
            <v:stroke on="f" weight="1pt"/>
            <v:imagedata o:title=""/>
            <o:lock v:ext="edit"/>
          </v:rect>
        </w:pict>
      </w:r>
      <w:r>
        <w:pict>
          <v:rect id="_x0000_s1061" o:spid="_x0000_s1061" o:spt="1" style="position:absolute;left:0pt;margin-left:131.05pt;margin-top:643.7pt;height:22.45pt;width:22.45pt;z-index:251653120;v-text-anchor:middle;mso-width-relative:page;mso-height-relative:page;" fillcolor="#333F50" filled="t" stroked="f" coordsize="21600,21600" o:gfxdata="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lBzsN2gAAAA0BAAAPAAAAAAAA&#10;AAEAIAAAACIAAABkcnMvZG93bnJldi54bWxQSwECFAAUAAAACACHTuJANVmeQdcBAACHAwAADgAA&#10;AAAAAAABACAAAAApAQAAZHJzL2Uyb0RvYy54bWxQSwUGAAAAAAYABgBZAQAAcgUAAAAA&#10;">
            <v:path/>
            <v:fill on="t" focussize="0,0"/>
            <v:stroke on="f" weight="1pt"/>
            <v:imagedata o:title=""/>
            <o:lock v:ext="edit"/>
          </v:rect>
        </w:pict>
      </w:r>
      <w:r>
        <w:pict>
          <v:shape id="_x0000_s1060" o:spid="_x0000_s1060" o:spt="100" style="position:absolute;left:0pt;margin-left:134.35pt;margin-top:-27.25pt;height:9.7pt;width:16.8pt;z-index:251654144;v-text-anchor:middle;mso-width-relative:page;mso-height-relative:page;" stroked="f" coordsize="6649,3908" o:gfxdata="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" adj="," path="m6649,1054l3324,0,0,1054,1706,1594,1398,3223,3324,3908,5251,3223,4943,1594,6649,1054xe">
            <v:path o:connecttype="segments" o:connectlocs="61096378,9511892;30543602,0;0,9511892;15676111,14385159;12845954,29086164;30543602,35267997;48250423,29086164;45420266,14385159;61096378,9511892" o:connectangles="0,0,0,0,0,0,0,0,0"/>
            <v:fill focussize="0,0"/>
            <v:stroke on="f" weight="4.5pt" joinstyle="miter"/>
            <v:imagedata o:title=""/>
            <o:lock v:ext="edit"/>
          </v:shape>
        </w:pict>
      </w:r>
      <w:r>
        <w:pict>
          <v:shape id="_x0000_s1059" o:spid="_x0000_s1059" o:spt="100" style="position:absolute;left:0pt;margin-left:135.7pt;margin-top:82.85pt;height:12.1pt;width:13.1pt;z-index:251655168;v-text-anchor:middle;mso-width-relative:page;mso-height-relative:page;" stroked="f" coordsize="4477,4133" o:gfxdata="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" adj="," path="m3646,48l3646,48,3623,39,3600,31,3578,24,3557,18,3536,13,3515,8,3494,5,3473,3,3454,1,3434,0,3415,0,3395,1,3376,3,3358,5,3339,9,3321,13,3303,18,3285,23,3268,30,3251,37,3235,45,3219,54,3201,63,3186,74,3170,85,3155,96,3139,108,3124,121,3110,134,3094,149,3066,179,3079,337,3094,494,3112,649,3131,802,3151,954,3174,1104,3198,1252,3226,1398,3254,1543,3284,1686,3318,1827,3352,1967,3388,2104,3407,2172,3427,2240,3447,2307,3468,2374,3488,2441,3510,2506,4267,2335,4258,2257,4249,2179,4238,2102,4227,2026,4214,1950,4202,1874,4189,1798,4175,1724,4161,1649,4146,1574,4130,1500,4113,1428,4096,1354,4078,1282,4060,1210,4041,1138,4020,1067,4000,995,3979,926,3957,855,3935,785,3911,717,3888,648,3863,579,3839,512,3812,444,3786,377,3759,310,3732,244,3703,179,3675,113,3646,48xm831,2804l2810,2804,2810,2949,831,2949,831,2804xm3516,3370l3637,3750,190,3750,0,3750,0,3559,0,1320,0,1240,59,1183,764,503,819,449,895,449,2831,449,2840,545,2849,640,2859,735,2870,829,1084,829,1138,1419,1148,1526,1040,1522,380,1497,380,3370,3516,3370xm472,1312l939,1329,900,898,472,1312xm2810,2206l831,2206,831,2351,2810,2351,2810,2206xm2810,1666l1621,1666,1621,1810,2810,1810,2810,1666xm2810,1112l1621,1112,1621,1256,2810,1256,2810,1112xm4318,3463l4002,3540,4007,3867,4237,4133,4387,4100,4477,3751,4318,3463xm4272,2491l4272,2491,4388,3367,3870,3485,3583,2648,4272,2491xe">
            <v:path o:connecttype="segments" o:connectlocs="@0,@0;@0,@0;@0,@0;@0,0;@0,@0;@0,@0;@0,@0;@0,@0;@0,@0;@0,@0;@0,@0;@0,@0;@0,@0;@0,@0;@0,@0;@0,@0;@0,@0;@0,@0;@0,@0;@0,@0;@0,@0;@0,@0;@0,@0;@0,@0;@0,@0;@0,@0;@0,@0;@0,@0;@0,@0;@0,@0;@0,@0;@0,@0;@0,@0;0,@0;@0,@0;@0,@0;@0,@0;@0,@0;@0,@0;@0,@0;@0,@0;@0,@0;@0,@0;@0,@0;@0,@0;@0,@0;@0,@0;@0,@0;@0,@0;@0,@0;@0,@0;@0,@0;@0,@0;@0,@0" o:connectangles="0,0,0,0,0,0,0,0,0,0,0,0,0,0,0,0,0,0,0,0,0,0,0,0,0,0,0,0,0,0,0,0,0,0,0,0,0,0,0,0,0,0,0,0,0,0,0,0,0,0,0,0,0,0"/>
            <v:fill focussize="0,0"/>
            <v:stroke on="f" joinstyle="round"/>
            <v:imagedata o:title=""/>
            <o:lock v:ext="edit"/>
          </v:shape>
        </w:pict>
      </w:r>
      <w:r>
        <w:pict>
          <v:shape id="_x0000_s1058" o:spid="_x0000_s1058" o:spt="100" style="position:absolute;left:0pt;margin-left:135.25pt;margin-top:367.1pt;height:11.2pt;width:13pt;z-index:251656192;v-text-anchor:middle;mso-width-relative:page;mso-height-relative:page;" stroked="f" coordsize="3856038,3319463" o:gfxdata="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" adj="," path="m50800,3187700l3856038,3187700,3856038,3319463,50800,3319463,50800,3187700xm839788,2182813l839788,3023236,839471,3029586,838518,3035936,837248,3041969,834708,3047684,832486,3053399,829311,3058479,825501,3063241,821373,3067686,816928,3071814,812166,3075306,807086,3078481,801688,3081339,795656,3083244,789623,3084831,783591,3085784,777241,3086101,364173,3086101,357823,3085784,351473,3084831,345758,3083244,339725,3081339,334328,3078481,329248,3075306,324485,3071814,320040,3067686,315595,3063241,312103,3058479,308928,3053399,306705,3047684,304165,3041969,302578,3035936,301943,3029586,301625,3023236,301625,2721293,839788,2182813xm1684338,1620838l1929304,1865842,1938189,1874411,1947708,1882345,1957227,1889644,1967064,1896944,1977218,1903291,1987690,1909003,1998478,1914716,2009267,1919476,2020690,1923602,2032113,1927728,2043537,1930901,2055277,1933440,2067335,1935344,2079393,1936931,2091768,1937883,2103826,1938201,2111759,1937883,2119692,1937566,2127625,1936931,2135240,1935979,2142856,1934710,2150788,1933440,2158404,1931536,2165702,1929949,2173318,1927728,2180299,1925189,2194895,1919794,2209174,1913446,2222501,1906782,2222501,3023263,2222501,3029611,2221232,3035958,2219645,3041988,2217742,3047700,2214886,3053413,2211713,3058491,2208222,3063251,2204414,3067694,2199655,3071820,2194895,3075311,2189818,3078484,2184424,3081341,2178712,3083245,2172366,3084832,2166654,3085784,2159673,3086101,1747166,3086101,1740820,3085784,1734474,3084832,1728445,3083245,1723050,3081341,1717656,3078484,1712579,3075311,1707185,3071820,1703060,3067694,1698935,3063251,1695444,3058491,1692271,3053413,1689415,3047700,1687511,3041988,1685925,3035958,1684973,3029611,1684338,3023263,1684338,1620838xm1531938,1492251l1531938,3023260,1531304,3029608,1530669,3035955,1529082,3041985,1527178,3047698,1524323,3053411,1521150,3058489,1517659,3063249,1513217,3067693,1509092,3071818,1504332,3075309,1498938,3078483,1493543,3081340,1487514,3083244,1481803,3084831,1475456,3085783,1469110,3086100,1056286,3086100,1050257,3085783,1043911,3084831,1037882,3083244,1031853,3081340,1026776,3078483,1021381,3075309,1016622,3071818,1012179,3067693,1008372,3063249,1004246,3058489,1001391,3053411,998852,3047698,996631,3041985,995044,3035955,994092,3029608,993775,3023260,993775,2030516,1531938,1492251xm2914650,1230313l2914650,3023247,2914014,3029596,2913059,3035945,2911468,3041976,2909240,3047690,2906694,3053404,2903512,3058483,2900011,3063245,2895874,3067689,2891736,3071816,2886326,3075308,2881234,3078482,2875824,3081340,2870414,3083244,2864367,3084831,2858002,3085784,2851637,3086101,2437914,3086101,2430912,3085784,2425184,3084831,2418819,3083244,2413090,3081340,2407680,3078482,2402588,3075308,2397814,3071816,2393040,3067689,2389221,3063245,2385721,3058483,2382538,3053404,2379674,3047690,2377764,3041976,2376173,3035945,2374900,3029596,2374900,3023247,2374900,1768701,2914650,1230313xm3382142,762000l3382777,774063,3384046,785492,3385633,796920,3387536,808031,3390392,818825,3393565,829618,3397056,840094,3401181,850888,3405623,860729,3410383,870570,3416095,880411,3421806,889935,3427835,899141,3434499,907713,3441797,916284,3448778,924220,3456711,932157,3464644,939776,3472894,946760,3481461,953426,3490663,960093,3499548,966125,3509067,971521,3518904,976601,3529058,981363,3539529,985807,3549683,989616,3560155,992791,3571261,995966,3582367,998505,3593790,1000093,3605213,1001680,3605213,3023244,3604896,3029593,3603944,3035942,3602357,3041974,3600136,3047688,3597598,3053402,3594425,3058481,3590617,3063243,3586809,3067688,3582367,3071815,3577607,3075307,3572213,3078481,3567136,3081338,3561107,3083243,3555078,3084830,3548732,3085783,3542703,3086100,3129878,3086100,3123532,3085783,3117186,3084830,3111474,3083243,3105445,3081338,3099733,3078481,3094656,3075307,3089897,3071815,3085454,3067688,3081329,3063243,3077839,3058481,3074666,3053402,3071810,3047688,3069906,3041974,3068320,3035942,3067685,3029593,3067050,3023244,3067050,1077552,3382142,762000xm3032368,0l3038399,0,3628114,0,3634144,0,3640175,318,3646205,1270,3651918,2222,3657631,3492,3663344,5079,3669057,6984,3674453,9206,3680166,11428,3685562,14284,3690640,17459,3695718,20633,3700479,23807,3705240,27616,3710001,31425,3714445,35552,3718253,39678,3722062,44440,3725871,49201,3729362,53962,3732536,59041,3735075,64437,3737932,69516,3740471,74912,3742692,80308,3744279,86339,3745866,91736,3747453,97767,3748088,103798,3749040,109511,3749358,115542,3749675,121573,3749675,711346,3749358,717377,3749040,723726,3748088,729757,3747453,735788,3745866,741819,3744279,747215,3742375,753246,3740471,758642,3737614,764039,3735075,769117,3732219,774196,3729045,779275,3725871,784036,3721745,788798,3718253,793242,3714445,797368,3710001,801495,3705558,804986,3700797,808795,3696036,811970,3690958,815144,3685879,818318,3680801,820857,3675405,823397,3669692,825301,3664297,827523,3658583,829110,3652870,830698,3646523,831332,3640492,832285,3634144,832919,3628114,832919,3622083,832919,3615735,832285,3609705,831332,3603675,830698,3597644,829110,3592248,827523,3586218,825301,3580822,823397,3575427,820857,3570031,818318,3565270,815144,3560192,811970,3555431,808795,3550670,804986,3546227,801495,3542100,797368,3537974,793242,3534166,788798,3530674,784036,3527500,779275,3524326,774196,3521153,769117,3518296,764039,3516074,758642,3514170,753246,3511948,747215,3510361,741819,3508774,735788,3508139,729757,3507187,723726,3506552,717377,3506552,711346,3506552,415190,2189691,1732180,2185247,1736624,2180487,1740433,2175726,1744242,2170647,1748051,2165569,1750908,2160491,1753765,2155095,1756621,2149382,1758843,2143986,1761065,2138273,1762970,2132878,1764557,2126847,1765509,2121452,1766461,2115421,1767096,2109708,1767731,2103678,1768049,2098282,1767731,2092252,1767096,2086221,1766461,2080508,1765509,2074795,1764557,2069399,1762970,2063369,1761065,2057973,1758843,2052577,1756621,2047182,1753765,2042104,1750908,2037025,1748051,2031947,1744242,2027186,1740433,2022425,1736624,2017664,1732180,1543797,1257949,207257,2594619,202814,2599063,198053,2602872,193292,2606999,188214,2610490,183136,2613665,178057,2616204,172662,2619061,166949,2621600,161553,2623505,155840,2625409,150444,2626996,144414,2628266,139018,2628901,132988,2629853,127275,2630171,121244,2630488,115214,2630171,109818,2629853,103787,2628901,98074,2628266,92361,2626996,86648,2625409,80935,2623505,75540,2621600,70144,2619061,64748,2616204,59670,2613665,54592,2610490,49513,2606999,44752,2602872,39992,2599063,35231,2594619,31105,2590175,26978,2585731,23170,2580335,19996,2575574,16822,2570495,13648,2565099,10791,2560020,8570,2554307,6665,2548910,5078,2543514,3491,2537483,2222,2532087,952,2526056,318,2520660,0,2514629,0,2508598,0,2502884,318,2497170,952,2491457,2222,2485426,3491,2480029,5078,2473998,6665,2468285,8570,2462889,10791,2457492,13648,2452414,16822,2446700,19996,2441621,23487,2436860,26978,2431781,31105,2427337,35231,2422576,1457784,1000202,1462227,995758,1466988,991631,1471749,987822,1476827,984330,1481906,981156,1486984,978617,1492697,975760,1498093,973221,1503488,971316,1509202,969411,1514597,967824,1520628,966555,1526023,965602,1532054,964968,1537767,964650,1543797,964333,1549828,964650,1555223,964968,1561254,965602,1566967,966555,1572680,967824,1578393,969411,1584106,971316,1589502,973221,1595215,975760,1600293,978617,1605371,981156,1610450,984330,1615528,987822,1620289,991631,1625050,995758,1629811,1000202,2103678,1474115,3334526,243464,3038399,243464,3032368,242829,3026338,242512,3019990,241877,3013959,240607,3008246,239338,3002216,237750,2996820,235846,2991107,233624,2985711,231085,2980633,228228,2975555,225688,2970794,222514,2966033,219022,2961272,215213,2956829,211404,2952703,207595,2948576,203151,2944768,198707,2941276,194581,2937468,189820,2934294,184423,2931755,179345,2928898,174266,2926676,168870,2924137,163156,2922550,157760,2920646,151729,2919376,146015,2918424,139984,2917472,133953,2917155,127922,2917155,121573,2917155,115225,2917472,109194,2918424,102845,2919376,97132,2920646,91101,2922550,85070,2924137,79674,2926676,74277,2928898,68564,2931755,63485,2934294,58406,2937468,53645,2941276,48883,2944768,44122,2948576,39678,2952703,35552,2956829,31425,2961272,27616,2966033,24124,2970794,20633,2975555,17459,2980633,14602,2985711,11745,2991107,9523,2996820,6984,3002216,5397,3008246,3492,3013959,2222,3019990,1270,3026338,318,3032368,0xe">
            <v:path o:connecttype="segments" o:connectlocs="35928,130206;34581,132030;14814,132234;13141,130709;83046,80390;87070,82676;91163,83071;94657,82064;94616,131377;92536,132357;72971,131568;72169,69514;65027,131377;62947,132357;43369,131568;42580,87085;124407,131173;122457,132343;102739,131744;101758,129661;145405,35580;147471,39297;150775,41884;154473,129661;153494,131744;133835,132343;131877,131172;129928,0;157209,299;159154,1524;160364,3444;160650,30767;160038,32986;158569,34687;156515,35627;154149,35559;152136,34524;150749,32768;150246,30508;92340,75338;90137,75828;87947,75338;8880,111278;6922,112517;4705,112789;2556,112095;856,110461;40,108338;217,106105;1332,104104;63958,41848;66147,41358;68350,41848;142875,10441;128161,10019;126338,8712;125223,6766;125046,4410;125862,2300;127494,748;129670,13" o:connectangles="0,0,0,0,0,0,0,0,0,0,0,0,0,0,0,0,0,0,0,0,0,0,0,0,0,0,0,0,0,0,0,0,0,0,0,0,0,0,0,0,0,0,0,0,0,0,0,0,0,0,0,0,0,0,0,0,0,0,0,0,0"/>
            <v:fill focussize="0,0"/>
            <v:stroke on="f" joinstyle="round"/>
            <v:imagedata o:title=""/>
            <o:lock v:ext="edit"/>
          </v:shape>
        </w:pict>
      </w:r>
      <w:r>
        <w:pict>
          <v:shape id="_x0000_s1057" o:spid="_x0000_s1057" o:spt="100" style="position:absolute;left:0pt;margin-left:136.25pt;margin-top:520pt;height:13pt;width:12.05pt;z-index:251657216;v-text-anchor:middle;mso-width-relative:page;mso-height-relative:page;" stroked="f" coordsize="1938337,2097088" o:gfxdata="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" adj="," path="m754655,1781504l755185,1787064,755185,1789976,754655,1793153,753861,1796065,753067,1798713,752009,1801360,750156,1803743,748568,1806391,746980,1808244,744598,1810362,742481,1812215,740099,1813804,737452,1815127,734805,1815922,731894,1816716,729247,1817245,726071,1817245,724483,1816981,724483,1965507,726071,1965507,729247,1965507,731894,1966036,734805,1966566,737452,1967625,740099,1969213,742481,1970537,744598,1972125,746980,1974243,748568,1976361,750156,1978744,752009,1981127,753067,1984039,753861,1986687,754655,1989599,755185,1992776,755185,1995688,755185,1996747,1181565,1996747,1181301,1995688,1181565,1992776,1181830,1989599,1182624,1986687,1183683,1984039,1184741,1981127,1186329,1978744,1187917,1976361,1189770,1974243,1191887,1972125,1194005,1970537,1196651,1969213,1199033,1967625,1201680,1966566,1204591,1966036,1207238,1965507,1210414,1965507,1212002,1965507,1212002,1816981,1210414,1817245,1207238,1817245,1204591,1816716,1201680,1815922,1199033,1815127,1196651,1813804,1194005,1812215,1191887,1810362,1189770,1808244,1187917,1806391,1186329,1803743,1184741,1801360,1183683,1798713,1182624,1796065,1181830,1793153,1181565,1789976,1181301,1787064,1182095,1781504,754655,1781504xm555625,1681163l1381125,1681163,1381125,2097088,555625,2097088,555625,1681163xm846057,1552575l1096781,1552575,1104997,1562178,1112683,1571246,1120634,1579515,1128320,1587517,1135741,1594986,1143162,1602188,1150583,1608856,1157474,1614991,1170726,1626461,1182917,1636063,1193784,1644065,1203325,1651000,738187,1651000,747993,1644065,759125,1635796,771582,1626194,785098,1614724,792254,1608589,799675,1601921,807096,1594986,814517,1587251,822468,1579249,830419,1570980,838106,1562178,846057,1552575xm1307617,216793l1304708,217057,1301269,217587,1298095,218646,1295449,219971,1292540,221295,1289630,223149,1287514,225002,1285133,227121,1283017,229505,1281166,232153,1279578,234801,1278256,237714,1277462,240892,1276404,243805,1276140,247248,1274553,266051,1272965,284590,1270585,303128,1268204,321931,1265295,340470,1262385,359008,1258946,377546,1255243,396349,1251275,414888,1246778,433161,1242282,451435,1237256,469443,1231965,487187,1225882,505196,1220062,522940,1213714,540418,1206836,557897,1199959,575112,1192552,591796,1184617,608745,1176681,625430,1168217,641585,1159223,658004,1150230,673629,1140443,689255,1130391,704615,1120075,719445,1109494,734276,1098385,748842,1087010,762878,1075107,776650,1062939,789891,1060559,792275,1058971,795188,1057120,797836,1056062,801014,1055004,803927,1054475,806840,1054210,810283,1054210,813461,1054210,816374,1054739,819552,1055533,822730,1056591,825379,1058178,828292,1060030,831205,1061881,833588,1064262,836237,1066907,838355,1069552,840209,1072462,841798,1075107,842858,1078281,843917,1081455,844712,1084365,844976,1087539,845241,1090978,844976,1093888,844447,1096797,843387,1099972,842328,1102617,841004,1105526,838885,1108172,837031,1110552,834648,1124043,819817,1137004,804722,1149701,789097,1161604,773471,1173507,757581,1184617,740897,1195727,724213,1206043,707528,1216094,690049,1225617,672570,1234875,654826,1243604,637082,1252069,618809,1260269,600536,1267940,581997,1274817,563459,1281959,544656,1288307,525853,1294127,506785,1300211,487187,1305501,468119,1310262,448786,1315024,429188,1319256,409591,1323224,389993,1326662,370396,1330101,350798,1333011,330936,1335391,311338,1337772,291475,1339624,271613,1341475,252015,1341475,248572,1341211,245659,1340417,242216,1339624,239039,1338566,236390,1337243,233477,1335391,230829,1333540,228445,1331159,226062,1329043,223943,1326398,222089,1323753,220500,1320579,219176,1317669,218382,1314495,217322,1311056,217057,1307617,216793xm442912,112713l1493837,112713,1485637,163826,1477172,211761,1468708,257312,1460508,299685,1452308,339145,1444372,375427,1436437,408532,1429559,438723,1422682,465471,1416598,488776,1411308,508638,1406811,525058,1399934,547304,1397817,554719,1394114,564518,1390146,574847,1385914,585440,1380888,596563,1375863,608216,1370308,620398,1364224,632580,1357875,645027,1351263,658004,1343856,671246,1336714,684488,1328779,698259,1320579,711501,1312379,725537,1303649,739573,1294656,753609,1285133,767645,1275875,781416,1266088,795453,1256036,809489,1245720,823260,1235140,836767,1224559,850273,1213714,863779,1202340,877021,1191230,889468,1179591,902180,1167952,914627,1156049,926280,1144146,937933,1132243,949056,1119810,959914,1119810,992753,1119810,993548,1119546,994872,1119546,995666,1119546,996196,1119281,995931,1117694,998579,1115578,1001493,1112668,1004671,1109230,1007849,1101294,1015529,1096797,1020031,1092301,1024798,1087804,1030095,1083307,1035921,1079075,1042807,1074843,1050222,1073255,1053930,1071668,1057902,1069817,1062404,1068230,1066906,1066907,1071673,1065584,1076440,1064526,1081737,1063733,1087298,1064526,1089152,1064262,1120932,1064262,1121727,1064526,1121727,1063468,1124640,1062675,1127023,1060823,1130466,1058707,1134704,1055268,1139735,1053681,1142119,1051829,1144238,1048655,1147945,1044952,1150858,1041513,1153242,1036488,1156420,1035165,1157214,1034107,1157744,1030933,1159333,1026436,1161187,1017971,1163570,1016120,1168337,1016120,1454092,1015855,1473160,1030404,1474749,1036752,1475808,1042571,1476868,1043365,1477133,1046275,1477662,1054210,1479516,1057120,1480840,1060030,1481635,1062410,1482959,1063733,1484018,1064791,1485342,1065055,1486667,1065320,1486667,1065320,1507588,1065320,1513944,1067436,1516063,871958,1516063,871958,1514739,871958,1507588,871958,1486667,872223,1486667,872487,1485607,873016,1484283,874074,1483489,875926,1482429,877778,1481635,880158,1480575,885978,1478722,892855,1477133,901319,1475808,910842,1474219,921423,1473160,921423,1454092,921423,1170721,920894,1170721,920894,1168602,920365,1167013,919836,1163835,913752,1161981,908197,1160128,902642,1157744,901849,1157214,900526,1156420,898674,1155096,895765,1153772,892590,1151653,889152,1148475,885449,1144502,881481,1139735,877778,1134439,876984,1133115,875397,1130201,874603,1129142,873545,1126759,873281,1125964,872752,1124110,872487,1124110,872487,1121992,872487,1121727,872487,1121197,872487,1120932,872487,1087034,872752,1087034,871694,1080413,870636,1074057,868784,1067966,866932,1062404,864816,1057108,862700,1052076,860319,1047574,857939,1043071,853707,1036980,853442,1035921,849474,1030889,848681,1029830,844977,1025328,844184,1024533,840216,1020296,839423,1019501,835719,1015794,834661,1014734,831487,1011556,827519,1008113,827255,1007849,823816,1004671,821171,1001493,818790,998579,817468,995931,817203,996196,816939,996196,816674,992753,816674,959649,807945,951969,798952,944024,790222,935549,781493,927339,772764,918865,762713,908007,754777,900062,747371,891587,736790,879934,722242,862985,712190,850803,697906,833059,688648,820612,674629,801809,666164,790421,652145,769764,644739,759435,636538,746723,628603,734011,625429,729244,615377,713089,605855,696670,596861,681045,588132,665420,589719,669127,574906,639996,569087,627813,563267,616425,558242,605038,553480,594180,548983,583321,545280,573258,541842,563724,538932,554719,536287,547304,529938,525058,525441,508638,520151,488776,514067,465471,507190,438723,500312,408532,492377,375427,484441,339145,476241,299685,467777,257312,459577,211761,451112,163826,442912,112713xm208966,79375l216098,79375,224816,79375,233534,79904,242252,80698,250706,82286,258895,83874,266821,85462,274746,87844,282407,90226,289804,93137,297201,96313,304070,99489,311203,103194,318071,106900,324412,111134,330752,115369,336828,119603,342640,124102,348188,128866,353735,133630,359283,138659,364303,143687,369322,148716,374077,154009,378568,159567,387022,170153,394947,181004,402344,192119,408949,202971,415289,213821,420837,224672,425856,235259,430611,245316,434838,255637,438537,264900,441971,273899,444613,282103,449368,296924,452538,308304,454388,315980,455444,319420,455973,323655,456237,328154,456237,332653,455708,337152,454652,341387,453331,345621,451746,349591,449368,353296,447255,357002,444349,359913,441707,363089,438273,366000,434574,368117,430876,370234,426913,371822,422422,372881,418459,373675,414232,373940,409741,373940,405779,373410,401552,372352,397589,371028,393891,369176,390192,367059,387022,364412,383852,361765,380946,358589,378304,355149,375926,351708,374077,347739,372492,343504,371435,339005,371171,338476,370643,335299,367209,323390,364831,315186,361397,305393,357170,294542,352415,283162,346867,270988,340527,258549,337092,252462,333394,246374,329431,240023,325468,234200,321241,228378,316750,222555,312259,216997,307504,211704,302749,206676,297465,201912,292446,197148,286898,192913,279501,187885,271576,183386,267877,181004,263651,179151,259424,177299,255197,175711,250706,174387,246215,173329,241460,172006,236704,170947,231949,170418,226930,169888,221382,169624,216098,169359,206852,169624,197078,170682,187039,172270,175943,174652,170395,176240,165112,178357,160093,180475,155337,182856,150846,185503,146355,188679,142128,191855,137901,195295,133939,199001,129976,203235,126542,207470,122843,212234,119409,216997,115975,222291,113069,227584,109899,233406,106993,239493,104351,245580,101709,251932,99596,258549,97218,265430,95369,272311,93519,279721,91934,286867,90614,294278,89293,301953,88236,309363,87443,317038,86915,324713,86387,332388,86122,340063,86122,348003,86122,355678,86387,363618,86915,371558,87443,379497,88236,386908,89293,394318,90614,401729,91934,408874,93519,416020,95105,422372,96954,428724,99067,435076,100916,440898,103030,446456,105408,452014,107521,456778,112012,464982,116503,473186,121258,481391,126542,489331,131561,497006,137109,504945,142657,512620,148204,519766,154545,527441,160357,534587,166697,541733,173301,548614,179906,555495,186775,562376,193643,568993,200776,575609,207909,581696,215306,588048,230364,600222,246215,612132,261801,623248,278180,634098,294559,644420,311467,654477,328374,663740,345546,673003,362453,681472,379361,689677,396532,697352,412911,705027,429819,711643,446198,718525,462049,724612,477899,730963,492958,736257,521753,746578,548435,755577,572211,763516,595987,771456,606290,775161,615536,778602,624783,782572,629274,784954,634029,787600,640633,792099,646974,796863,652786,802156,658069,807714,663088,813801,667579,819888,671806,826240,675505,833121,679203,840003,681845,847413,684487,854823,686600,862498,688450,870174,689770,878378,690299,886318,690563,894522,690563,899551,690299,904844,689770,909872,688978,915165,688185,920194,686865,925487,685279,930516,683694,935544,681581,941102,679467,945866,677090,950894,674448,955658,671278,960422,668108,965186,664409,969685,660975,973920,657012,978154,652786,982389,648295,985829,643539,989534,638784,992975,633765,996415,628745,999327,623198,1002238,617650,1004620,611838,1007266,606026,1009119,599950,1011501,593610,1013089,587005,1014942,580665,1016000,574060,1017323,569834,1017588,565343,1017588,561116,1017059,556889,1016265,552926,1015206,549228,1013354,545529,1011236,542095,1008854,538925,1006208,535755,1003032,533377,999591,530999,996415,528886,992446,527301,988211,525980,983977,525187,979477,524659,974713,524659,970214,525187,965980,525980,961481,527037,957246,528886,953276,530735,949306,533113,946130,535490,942690,538660,939514,541831,936867,545001,934221,548963,932368,552926,930251,556889,929192,561380,928134,569041,926546,575646,924958,581457,923105,586213,920723,590440,918606,593610,916224,596516,914107,598365,911990,599950,910137,601535,908020,602328,906167,603120,904050,603913,901932,604177,899551,604441,897169,604705,894522,604441,890023,603648,885259,602063,880760,599950,876261,597837,872555,595195,869380,593081,866998,590704,865410,590175,865145,587798,864086,577231,859852,561908,854559,542887,848207,520696,840796,495599,832327,468125,822800,438801,811684,423479,805862,407628,799774,391777,792893,375398,786012,358755,778602,342376,770927,325468,762987,308297,754253,291653,745255,274482,735992,257574,725670,240667,715613,224024,704762,207380,693382,191001,681472,174887,669033,164319,660564,154016,651566,143449,642568,133410,633305,123636,623512,113861,613720,104351,603663,95105,593076,86122,582225,77405,571374,68951,559994,60761,548349,52836,536440,45439,524001,38306,511562,31702,498594,27739,490389,24041,482185,20606,473451,17700,464717,14794,455719,12417,446456,10039,437193,7926,427665,6076,418137,4491,408345,3170,398553,1850,388761,1057,378439,529,368382,264,358060,0,348003,264,332653,1057,317832,2378,302747,4491,287926,6869,272840,10039,258019,11888,250874,14002,243463,15851,236053,18493,228907,20606,221761,23512,214880,26418,207734,29324,200853,32494,193972,36193,187356,39363,180475,43326,174123,47552,167506,51779,161155,56270,155332,60761,148980,65781,143422,70800,137865,76348,132307,81896,126749,89557,120397,98011,114045,106728,108223,115710,102930,124957,98166,134731,93931,139751,92079,145034,90226,150318,88638,155601,87315,163527,85198,170924,83874,178849,82551,186510,81228,193907,80434,201304,79640,208966,79375xm1713004,79375l1722007,79375,1729156,79375,1736570,79640,1743984,80434,1751398,81228,1759077,82551,1767021,83874,1774699,85198,1782643,87315,1787674,88638,1792970,90226,1798001,92079,1803031,93931,1813093,98166,1822626,102930,1831628,108223,1840366,114045,1848310,120397,1856253,126749,1863667,134159,1870817,141570,1877436,148980,1883526,157185,1889352,165389,1894912,174123,1899943,182856,1904709,191855,1908946,200853,1913182,210116,1916625,219379,1920067,228907,1923244,238435,1925627,248227,1928275,258019,1930393,267812,1932512,277604,1933836,287926,1935160,297983,1936483,307775,1937278,317832,1937807,327889,1938337,337946,1938337,348003,1938337,358060,1937807,368382,1937278,378439,1936483,388760,1935160,398553,1933836,408345,1932512,418137,1930393,427665,1928540,437193,1925892,446456,1923509,455719,1920596,464717,1917684,473451,1914241,482185,1910535,490389,1906563,498593,1901267,509180,1895442,519502,1889352,529823,1883262,539616,1876907,549143,1870287,558671,1863403,567934,1856253,576932,1849369,585931,1841955,594664,1834276,603133,1826597,611338,1818654,619542,1810710,627482,1802502,635422,1794294,642832,1786085,650243,1777612,657653,1768874,664534,1760136,671680,1751398,678296,1742660,684648,1724655,697352,1706385,709526,1688114,720906,1669844,732022,1651309,742344,1632774,752136,1614504,761664,1596234,770397,1577964,778866,1559958,786806,1542217,794217,1525271,801362,1508060,807979,1491379,814331,1475756,820153,1445306,830739,1417768,840532,1393673,848207,1370636,856147,1361369,859323,1353955,861969,1348394,864616,1346276,865674,1343893,866998,1341775,869380,1339127,872555,1337009,876261,1334890,880760,1333566,885259,1332507,890023,1332242,894522,1332507,897169,1332772,899551,1333302,901932,1333831,904050,1334625,906167,1335685,908020,1337273,910137,1338597,911990,1340716,914107,1343363,916224,1346806,918606,1350777,920723,1355544,923105,1361369,924958,1367988,926546,1375932,928134,1380169,929192,1384405,930251,1388377,932368,1392084,934221,1395261,936867,1398704,939514,1401616,942690,1403999,946130,1406382,949306,1408236,953276,1410089,957246,1411149,961481,1411943,965980,1412472,970214,1412472,974713,1411943,979477,1411149,983977,1410089,988211,1408236,992446,1406382,996415,1403735,999591,1401351,1003032,1398439,1006208,1394997,1008854,1391819,1011236,1388112,1013354,1384140,1015206,1380169,1016265,1375932,1017059,1371695,1017588,1367459,1017588,1362958,1017323,1356338,1016000,1349718,1014942,1343363,1013089,1337273,1011501,1330918,1009119,1325093,1007266,1319533,1004620,1313972,1002238,1308147,999327,1303116,996415,1298085,992975,1293319,989534,1288553,985829,1284316,982389,1280080,978154,1276108,973920,1272136,969685,1268959,965186,1265516,960422,1262604,955658,1259956,950894,1257308,945866,1255190,941102,1253071,935544,1251483,930516,1250159,925487,1248570,920194,1247776,915165,1246981,909872,1246452,904844,1246187,899551,1246187,894522,1246452,886318,1247246,878378,1248305,870174,1250159,862498,1252277,854823,1254925,847413,1257838,840003,1261280,833121,1264987,826240,1269223,819888,1273990,813801,1278756,807714,1284051,802156,1289877,796863,1296232,792099,1302851,787600,1306558,785748,1310000,783630,1316620,780454,1324034,777808,1331448,774897,1348394,768809,1367988,762193,1390230,755047,1414856,746578,1441069,737580,1469137,727258,1483965,721700,1498528,715613,1513621,709526,1528978,702645,1544336,696028,1559958,688618,1575581,681472,1591203,673532,1606825,665063,1622183,656594,1637540,647596,1652898,638333,1667726,628541,1682554,618748,1696852,608162,1711151,597311,1720154,589901,1729421,582225,1738159,574286,1746897,566611,1755370,558406,1763578,549937,1771522,541468,1778936,532734,1786615,523736,1793499,514738,1800648,505475,1807003,496212,1813623,486684,1819448,476892,1825009,466835,1830304,456778,1832952,452014,1835335,446456,1837189,440898,1839307,435076,1841161,428724,1843014,422372,1844868,416020,1846192,408874,1847515,401729,1848575,394318,1849899,386908,1850693,379497,1851487,371558,1851752,363618,1852017,355678,1852282,348003,1852017,336093,1851487,324713,1850428,313068,1849104,301953,1846986,290572,1844603,279721,1841955,269135,1838513,258549,1835335,248756,1831364,239493,1826862,230495,1822361,222290,1817330,214615,1811769,207470,1806209,201118,1803031,198207,1800384,195295,1796147,191855,1791646,188679,1787409,185503,1782643,182856,1777877,180474,1772846,178357,1767550,176240,1761725,174652,1751133,172270,1740807,170682,1731010,169623,1722007,169359,1716711,169623,1711151,169888,1706120,170417,1701354,170947,1696588,171741,1692086,172799,1687585,174387,1683084,175711,1678847,177034,1674610,178886,1670903,180739,1666932,182856,1659253,187356,1651574,192384,1644690,197942,1637805,203764,1631185,210645,1625095,217262,1619005,224937,1613445,232612,1608149,240287,1603118,248227,1598352,256431,1594115,264636,1589879,272575,1586172,280515,1582730,288455,1580082,295601,1574786,309628,1571079,321537,1568167,330800,1566578,336623,1566313,339005,1564724,343504,1563400,347738,1561547,351708,1559164,355149,1556781,358589,1553603,361765,1550426,364412,1547248,367058,1543806,369176,1539834,371028,1535863,372352,1531891,373410,1527654,373940,1523418,373940,1518916,373675,1514680,372881,1510708,371822,1506736,370234,1502764,368117,1499057,366000,1495880,363089,1492967,359913,1490055,357001,1487936,353296,1485818,349591,1484229,345621,1482641,341387,1481582,337152,1481052,332653,1481052,328154,1481317,323654,1482111,319420,1483700,312539,1485553,305922,1488201,296924,1491379,286073,1495615,273899,1500646,260401,1507001,245316,1513885,229966,1517857,222026,1522094,213821,1526860,205882,1531626,197677,1536922,189208,1542747,181004,1548572,172799,1554662,164860,1561547,156655,1568431,148715,1575845,141305,1583789,133630,1591997,126484,1600735,119603,1607090,115369,1613180,111134,1619535,106899,1626419,103194,1633304,99489,1640453,96313,1647867,93137,1655281,90226,1663225,87844,1671168,85462,1678847,83874,1687320,82286,1695793,80698,1704266,79904,1713004,79375xm409575,0l1528763,0,1528763,95250,409575,95250,409575,0xe">
            <v:path o:connecttype="segments" o:connectlocs="52043,140669;84711,142394;85944,129907;78615,111116;58383,113598;91357,19041;83735,45917;75658,58882;79602,59735;93575,33502;95263,16027;100837,37578;90750,56930;79962,71676;76303,80281;74312,105622;62576,106229;64415,82669;62405,76869;58859,71676;47749,56569;37984,37578;19693,6286;29312,14526;32058,25550;26813,24887;21321,14450;12213,12613;6835,19489;6949,30683;14391,41195;39310,54076;49441,62864;46468,70555;38856,72203;39348,66728;43268,63357;24540,55174;4942,40078;0,24906;4033,11117;14429,5699;133052,9071;138860,22746;135861,37180;123620,49908;96650,61879;96821,65895;101148,70422;94980,72089;89495,65857;93385,56368;116275,46992;130813,33411;132540,21610;126277,12499;116920,15075;111587,25663;106386,24735;110998,12367;122158,5718" o:connectangles="0,0,0,0,0,0,0,0,0,0,0,0,0,0,0,0,0,0,0,0,0,0,0,0,0,0,0,0,0,0,0,0,0,0,0,0,0,0,0,0,0,0,0,0,0,0,0,0,0,0,0,0,0,0,0,0,0,0,0,0,0"/>
            <v:fill focussize="0,0"/>
            <v:stroke on="f" joinstyle="round"/>
            <v:imagedata o:title=""/>
            <o:lock v:ext="edit"/>
          </v:shape>
        </w:pict>
      </w:r>
      <w:r>
        <w:pict>
          <v:shape id="_x0000_s1056" o:spid="_x0000_s1056" o:spt="100" style="position:absolute;left:0pt;margin-left:136.65pt;margin-top:647.8pt;height:14.2pt;width:11.2pt;z-index:251658240;v-text-anchor:middle;mso-width-relative:page;mso-height-relative:page;" stroked="f" coordsize="1679575,2125662" o:gfxdata="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" adj=",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<v:path o:connecttype="segments" o:connectlocs="43139,79214;54750,85223;54123,88746;53399,92969;54799,97457;78360,142534;75173,96516;76067,91931;75101,88167;77805,84836;88958,78683;99169,79238;106677,86646;113147,94948;118554,104166;122755,114470;125748,125884;127414,138505;122151,147843;105422,155010;87871,159619;69766,161598;50598,160730;31648,156796;13518,149919;0,142245;1303,128852;4007,116810;8014,106000;13229,96371;19578,87853;26965,80300;36283,73012;70573,434;78659,2633;85972,6498;92223,11790;97171,18264;100671,25754;102481,34041;102264,43608;99464,53175;94420,61535;87445,68275;77645,73590;71032,75330;63888,75813;55899,74774;48561,72141;41972,68130;36011,62501;31135,55253;28046,46966;26911,37906;27877,29330;30677,21502;35021,14520;40717,8649;47572,4155;55368,1183;63815,0" o:connectangles="0,0,0,0,0,0,0,0,0,0,0,0,0,0,0,0,0,0,0,0,0,0,0,0,0,0,0,0,0,0,0,0,0,0,0,0,0,0,0,0,0,0,0,0,0,0,0,0,0,0,0,0,0,0,0,0,0,0,0,0,0"/>
            <v:fill focussize="0,0"/>
            <v:stroke on="f" joinstyle="round"/>
            <v:imagedata o:title=""/>
            <o:lock v:ext="edit"/>
          </v:shape>
        </w:pict>
      </w:r>
      <w:r>
        <w:pict>
          <v:rect id="_x0000_s1055" o:spid="_x0000_s1055" o:spt="1" style="position:absolute;left:0pt;margin-left:-90pt;margin-top:-71.95pt;height:842.25pt;width:17.85pt;z-index:251659264;v-text-anchor:middle;mso-width-relative:page;mso-height-relative:page;" fillcolor="#333F50" filled="t" stroked="f" coordsize="21600,21600" o:gfxdata="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3m3ZHtkAAAAPAQAADwAAAAAA&#10;AAABACAAAAAiAAAAZHJzL2Rvd25yZXYueG1sUEsBAhQAFAAAAAgAh07iQDmvIbbZAQAAiQMAAA4A&#10;AAAAAAAAAQAgAAAAKAEAAGRycy9lMm9Eb2MueG1sUEsFBgAAAAAGAAYAWQEAAHMFAAAAAA==&#10;">
            <v:path/>
            <v:fill on="t" focussize="0,0"/>
            <v:stroke on="f" weight="1pt"/>
            <v:imagedata o:title=""/>
            <o:lock v:ext="edit"/>
          </v:rect>
        </w:pict>
      </w:r>
      <w:r>
        <w:br w:type="page"/>
      </w:r>
    </w:p>
    <w:p>
      <w:pPr>
        <w:widowControl/>
        <w:jc w:val="left"/>
      </w:pPr>
      <w:r>
        <w:pict>
          <v:rect id="_x0000_s1052" o:spid="_x0000_s1052" o:spt="1" style="position:absolute;left:0pt;margin-left:24.75pt;margin-top:1.25pt;height:46.2pt;width:343.8pt;z-index:251667456;mso-width-relative:page;mso-height-relative:page;" filled="f" stroked="f" coordsize="21600,21600" o:gfxdata="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">
            <v:path/>
            <v:fill on="f" focussize="0,0"/>
            <v:stroke on="f"/>
            <v:imagedata o:title=""/>
            <o:lock v:ext="edit"/>
            <v:textbox style="mso-fit-shape-to-text:t;">
              <w:txbxContent>
                <w:p>
                  <w:pPr>
                    <w:spacing w:line="780" w:lineRule="exact"/>
                  </w:pPr>
                  <w:r>
                    <w:rPr>
                      <w:rFonts w:hint="eastAsia" w:ascii="造字工房力黑（非商用）常规体" w:hAnsi="造字工房力黑（非商用）常规体" w:eastAsia="造字工房力黑（非商用）常规体"/>
                      <w:color w:val="FFFFFF"/>
                      <w:kern w:val="24"/>
                      <w:sz w:val="64"/>
                      <w:szCs w:val="64"/>
                    </w:rPr>
                    <w:t xml:space="preserve">自荐信   </w:t>
                  </w:r>
                  <w:r>
                    <w:rPr>
                      <w:rFonts w:ascii="Impact" w:hAnsi="Impact" w:eastAsia="方正兰亭黑简体"/>
                      <w:color w:val="FFFFFF" w:themeColor="background1"/>
                      <w:kern w:val="24"/>
                      <w:sz w:val="64"/>
                      <w:szCs w:val="64"/>
                    </w:rPr>
                    <w:t xml:space="preserve">COVER LETTER </w:t>
                  </w:r>
                </w:p>
              </w:txbxContent>
            </v:textbox>
          </v:rect>
        </w:pict>
      </w:r>
      <w:r>
        <w:pict>
          <v:rect id="_x0000_s1054" o:spid="_x0000_s1054" o:spt="1" style="position:absolute;left:0pt;margin-left:-90pt;margin-top:-20.15pt;height:91.45pt;width:595.25pt;z-index:251663360;v-text-anchor:middle;mso-width-relative:page;mso-height-relative:page;" fillcolor="#333F50" filled="t" stroked="f" coordsize="21600,21600" o:gfxdata="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Baw34XbAAAADQEAAA8AAAAAAAAAAQAgAAAA&#10;IgAAAGRycy9kb3ducmV2LnhtbFBLAQIUABQAAAAIAIdO4kCc//y/zwEAAHIDAAAOAAAAAAAAAAEA&#10;IAAAACoBAABkcnMvZTJvRG9jLnhtbFBLBQYAAAAABgAGAFkBAABrBQAAAAA=&#10;">
            <v:path/>
            <v:fill on="t" focussize="0,0"/>
            <v:stroke on="f" weight="2pt"/>
            <v:imagedata o:title=""/>
            <o:lock v:ext="edit"/>
          </v:rect>
        </w:pict>
      </w:r>
      <w:r>
        <w:pict>
          <v:rect id="_x0000_s1053" o:spid="_x0000_s1053" o:spt="1" style="position:absolute;left:0pt;margin-left:-46.7pt;margin-top:123.75pt;height:513.2pt;width:508.75pt;z-index:251665408;mso-width-relative:page;mso-height-relative:page;" filled="f" stroked="f" coordsize="21600,21600" o:gfxdata="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DT82683AAAAAwBAAAPAAAAAAAAAAEAIAAAACIAAABkcnMvZG93&#10;bnJldi54bWxQSwECFAAUAAAACACHTuJAyqssoooBAADvAgAADgAAAAAAAAABACAAAAArAQAAZHJz&#10;L2Uyb0RvYy54bWxQSwUGAAAAAAYABgBZAQAAJwUAAAAA&#10;">
            <v:path/>
            <v:fill on="f" focussize="0,0"/>
            <v:stroke on="f"/>
            <v:imagedata o:title=""/>
            <o:lock v:ext="edit"/>
            <v:textbox style="mso-fit-shape-to-text:t;">
              <w:txbxContent>
                <w:p>
                  <w:pPr>
                    <w:spacing w:line="460" w:lineRule="exact"/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</w:rPr>
                    <w:t>尊敬的领导：</w:t>
                  </w:r>
                </w:p>
                <w:p>
                  <w:pPr>
                    <w:spacing w:line="460" w:lineRule="exact"/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</w:rPr>
                    <w:t xml:space="preserve">        您好！</w:t>
                  </w:r>
                </w:p>
                <w:p>
                  <w:pPr>
                    <w:spacing w:line="460" w:lineRule="exact"/>
                    <w:rPr>
                      <w:rFonts w:ascii="微软雅黑" w:hAnsi="微软雅黑" w:eastAsia="微软雅黑"/>
                      <w:color w:val="333F50"/>
                      <w:kern w:val="24"/>
                    </w:rPr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</w:rPr>
                    <w:t xml:space="preserve">        真诚地感谢您在百忙之中惠阅我的自荐材料！我平凡但不平庸，简约但不简单。我的座右铭是“莫言下岭便无难”。所有的成功，都来自不倦的努力和奔跑。</w:t>
                  </w:r>
                </w:p>
                <w:p>
                  <w:pPr>
                    <w:spacing w:line="460" w:lineRule="exact"/>
                  </w:pPr>
                </w:p>
                <w:p>
                  <w:pPr>
                    <w:spacing w:line="460" w:lineRule="exact"/>
                    <w:rPr>
                      <w:rFonts w:ascii="微软雅黑" w:hAnsi="微软雅黑" w:eastAsia="微软雅黑"/>
                      <w:color w:val="333F50"/>
                      <w:kern w:val="24"/>
                    </w:rPr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</w:rPr>
                    <w:t xml:space="preserve">        四年来，我严于律己，能很好的掌握本专业的相关知识，除了完成专业的相关课程外，还积极参与校内活动，通过一年多的努力，我即将通过专业主修的科目，并且以社会对人才的需求为向导，努力使自己向复合型人才方向发展。</w:t>
                  </w:r>
                </w:p>
                <w:p>
                  <w:pPr>
                    <w:spacing w:line="460" w:lineRule="exact"/>
                  </w:pPr>
                </w:p>
                <w:p>
                  <w:pPr>
                    <w:spacing w:line="460" w:lineRule="exact"/>
                    <w:rPr>
                      <w:rFonts w:ascii="微软雅黑" w:hAnsi="微软雅黑" w:eastAsia="微软雅黑"/>
                      <w:color w:val="333F50"/>
                      <w:kern w:val="24"/>
                    </w:rPr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</w:rPr>
                    <w:t xml:space="preserve">        另外，我也致力于提高自己的综合能力，积极投身于学院的各项活动之中。在校曾担任院团委校团委担任办公室干事 、校团委办公室副主任、班级宣传委员 ，在班级工作以及系上院上团学工作中，使自身具有了极强的开拓精神、团队合作意识、组织协调能力、活动策划能力。</w:t>
                  </w:r>
                </w:p>
                <w:p>
                  <w:pPr>
                    <w:spacing w:line="460" w:lineRule="exact"/>
                  </w:pPr>
                </w:p>
                <w:p>
                  <w:pPr>
                    <w:spacing w:line="460" w:lineRule="exact"/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</w:rPr>
                    <w:t xml:space="preserve">        而今我即将毕业，就要进入我人生的第二个全新的阶段，满怀着热忱和信心，希望能将所学的理论知识为现实生产力，实现自己的人生价值。如果我有幸成为贵公司的一员，我会继续保持团结协作、拼搏创新、吃苦耐劳、认真细致的工作精神，尽量结合专业所学，同时不断的学习新的知识，发挥自身所长，希望能为贵公司的辉煌历史奉献自己的青春和才华！</w:t>
                  </w:r>
                </w:p>
                <w:p>
                  <w:pPr>
                    <w:spacing w:line="460" w:lineRule="exact"/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</w:rPr>
                    <w:t xml:space="preserve">       我相信自己，更相信你，给我一个机会，蓄势而发的我会还您一个惊喜！ </w:t>
                  </w:r>
                </w:p>
                <w:p>
                  <w:pPr>
                    <w:spacing w:line="460" w:lineRule="exact"/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</w:rPr>
                    <w:t xml:space="preserve">       祝愿贵公司事业蒸蒸日上！</w:t>
                  </w:r>
                </w:p>
                <w:p>
                  <w:pPr>
                    <w:spacing w:line="460" w:lineRule="exact"/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</w:rPr>
                    <w:t>此致</w:t>
                  </w:r>
                </w:p>
                <w:p>
                  <w:pPr>
                    <w:spacing w:line="460" w:lineRule="exact"/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</w:rPr>
                    <w:t xml:space="preserve">敬礼！                                  </w:t>
                  </w:r>
                </w:p>
              </w:txbxContent>
            </v:textbox>
          </v:rect>
        </w:pict>
      </w:r>
      <w:bookmarkStart w:id="0" w:name="_GoBack"/>
      <w:bookmarkEnd w:id="0"/>
      <w:r>
        <w:pict>
          <v:rect id="矩形 76" o:spid="_x0000_s1045" o:spt="1" style="position:absolute;left:0pt;margin-left:323.3pt;margin-top:664pt;height:80pt;width:128.85pt;mso-wrap-style:none;z-index:25166643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">
            <v:path/>
            <v:fill on="f" focussize="0,0"/>
            <v:stroke on="f"/>
            <v:imagedata o:title=""/>
            <o:lock v:ext="edit"/>
            <v:textbox style="mso-fit-shape-to-text:t;">
              <w:txbxContent>
                <w:p>
                  <w:pPr>
                    <w:pStyle w:val="2"/>
                    <w:spacing w:before="0" w:beforeAutospacing="0" w:after="0" w:afterAutospacing="0"/>
                    <w:jc w:val="right"/>
                  </w:pPr>
                  <w:r>
                    <w:rPr>
                      <w:rFonts w:hint="eastAsia" w:ascii="方正硬笔行书简体" w:eastAsiaTheme="minorEastAsia"/>
                      <w:color w:val="333F50"/>
                      <w:kern w:val="24"/>
                      <w:sz w:val="56"/>
                      <w:szCs w:val="56"/>
                    </w:rPr>
                    <w:t xml:space="preserve"> </w:t>
                  </w:r>
                  <w:r>
                    <w:rPr>
                      <w:rFonts w:hint="eastAsia" w:eastAsia="方正硬笔行书简体"/>
                      <w:color w:val="333F50"/>
                      <w:kern w:val="24"/>
                      <w:sz w:val="56"/>
                      <w:szCs w:val="56"/>
                    </w:rPr>
                    <w:t>幸运日</w:t>
                  </w:r>
                </w:p>
                <w:p>
                  <w:pPr>
                    <w:pStyle w:val="2"/>
                    <w:spacing w:before="0" w:beforeAutospacing="0" w:after="0" w:afterAutospacing="0" w:line="520" w:lineRule="exact"/>
                    <w:jc w:val="right"/>
                  </w:pP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  <w:sz w:val="28"/>
                      <w:szCs w:val="28"/>
                    </w:rPr>
                    <w:t>日期：20</w:t>
                  </w: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  <w:sz w:val="28"/>
                      <w:szCs w:val="28"/>
                      <w:lang w:val="en-US" w:eastAsia="zh-CN"/>
                    </w:rPr>
                    <w:t>XX</w:t>
                  </w:r>
                  <w:r>
                    <w:rPr>
                      <w:rFonts w:hint="eastAsia" w:ascii="微软雅黑" w:hAnsi="微软雅黑" w:eastAsia="微软雅黑"/>
                      <w:color w:val="333F50"/>
                      <w:kern w:val="24"/>
                      <w:sz w:val="28"/>
                      <w:szCs w:val="28"/>
                    </w:rPr>
                    <w:t>.10.19</w:t>
                  </w:r>
                </w:p>
              </w:txbxContent>
            </v:textbox>
          </v:rect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造字工房力黑（非商用）常规体">
    <w:altName w:val="黑体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方正兰亭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硬笔行书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13F1"/>
    <w:multiLevelType w:val="multilevel"/>
    <w:tmpl w:val="004F13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6A9D6505"/>
    <w:multiLevelType w:val="multilevel"/>
    <w:tmpl w:val="6A9D65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E882790"/>
    <w:rsid w:val="0018101A"/>
    <w:rsid w:val="001B6E02"/>
    <w:rsid w:val="002C2436"/>
    <w:rsid w:val="00375B5A"/>
    <w:rsid w:val="00536014"/>
    <w:rsid w:val="00575C2D"/>
    <w:rsid w:val="005A57C6"/>
    <w:rsid w:val="00607720"/>
    <w:rsid w:val="006D204E"/>
    <w:rsid w:val="006E3D25"/>
    <w:rsid w:val="009B3191"/>
    <w:rsid w:val="00E64177"/>
    <w:rsid w:val="0CF91FA7"/>
    <w:rsid w:val="0E882790"/>
    <w:rsid w:val="151A5C4A"/>
    <w:rsid w:val="2685385B"/>
    <w:rsid w:val="3C21655F"/>
    <w:rsid w:val="5BDF1B84"/>
    <w:rsid w:val="5C7676B9"/>
    <w:rsid w:val="700B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4">
    <w:name w:val="Hyperlink"/>
    <w:basedOn w:val="3"/>
    <w:unhideWhenUsed/>
    <w:uiPriority w:val="99"/>
    <w:rPr>
      <w:color w:val="0000FF"/>
      <w:u w:val="single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&#12304;2017&#31179;&#25307;&#26368;&#26032;&#31616;&#21382;&#12305;&#20114;&#32852;&#32593;&#31867;&#27714;&#32844;&#31616;&#21382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  <customShpInfo spid="_x0000_s1115"/>
    <customShpInfo spid="_x0000_s1114"/>
    <customShpInfo spid="_x0000_s1113"/>
    <customShpInfo spid="_x0000_s1112"/>
    <customShpInfo spid="_x0000_s1111"/>
    <customShpInfo spid="_x0000_s1110"/>
    <customShpInfo spid="_x0000_s1109"/>
    <customShpInfo spid="_x0000_s1108"/>
    <customShpInfo spid="_x0000_s1107"/>
    <customShpInfo spid="_x0000_s1106"/>
    <customShpInfo spid="_x0000_s1105"/>
    <customShpInfo spid="_x0000_s1104"/>
    <customShpInfo spid="_x0000_s1103"/>
    <customShpInfo spid="_x0000_s1102"/>
    <customShpInfo spid="_x0000_s1101"/>
    <customShpInfo spid="_x0000_s1100"/>
    <customShpInfo spid="_x0000_s1099"/>
    <customShpInfo spid="_x0000_s1098"/>
    <customShpInfo spid="_x0000_s1097"/>
    <customShpInfo spid="_x0000_s1096"/>
    <customShpInfo spid="_x0000_s1095"/>
    <customShpInfo spid="_x0000_s1094"/>
    <customShpInfo spid="_x0000_s1093"/>
    <customShpInfo spid="_x0000_s1092"/>
    <customShpInfo spid="_x0000_s1030"/>
    <customShpInfo spid="_x0000_s1091"/>
    <customShpInfo spid="_x0000_s1090"/>
    <customShpInfo spid="_x0000_s1089"/>
    <customShpInfo spid="_x0000_s1088"/>
    <customShpInfo spid="_x0000_s1087"/>
    <customShpInfo spid="_x0000_s1086"/>
    <customShpInfo spid="_x0000_s1085"/>
    <customShpInfo spid="_x0000_s1084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2"/>
    <customShpInfo spid="_x0000_s1054"/>
    <customShpInfo spid="_x0000_s1053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【2017秋招最新简历】互联网类求职简历.docx</Template>
  <Pages>4</Pages>
  <Words>11</Words>
  <Characters>68</Characters>
  <Lines>1</Lines>
  <Paragraphs>1</Paragraphs>
  <TotalTime>6</TotalTime>
  <ScaleCrop>false</ScaleCrop>
  <LinksUpToDate>false</LinksUpToDate>
  <CharactersWithSpaces>78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2017-09-28T08:20:00Z</dcterms:created>
  <dc:creator>Administrator</dc:creator>
  <cp:lastModifiedBy>WPS_1528193819</cp:lastModifiedBy>
  <dcterms:modified xsi:type="dcterms:W3CDTF">2018-07-23T07:50:27Z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